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6946"/>
      </w:tblGrid>
      <w:tr w:rsidR="00022FD5" w:rsidRPr="0022188E" w14:paraId="12FB974D" w14:textId="77777777" w:rsidTr="27DA8A21">
        <w:trPr>
          <w:cantSplit/>
        </w:trPr>
        <w:tc>
          <w:tcPr>
            <w:tcW w:w="9923" w:type="dxa"/>
            <w:gridSpan w:val="2"/>
            <w:vAlign w:val="center"/>
          </w:tcPr>
          <w:p w14:paraId="21867FD9" w14:textId="77777777" w:rsidR="00022FD5" w:rsidRPr="0022188E" w:rsidRDefault="00022FD5" w:rsidP="00577013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b/>
                <w:sz w:val="24"/>
                <w:szCs w:val="24"/>
                <w:lang w:eastAsia="et-EE"/>
              </w:rPr>
              <w:t>MEHITAMATA ÕHUSÕIDUKI LENNUTAMISE TAOTLUS</w:t>
            </w:r>
          </w:p>
          <w:p w14:paraId="3FE36DE4" w14:textId="77777777" w:rsidR="00022FD5" w:rsidRPr="0022188E" w:rsidRDefault="00022FD5" w:rsidP="00577013">
            <w:pPr>
              <w:spacing w:after="24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</w:tr>
      <w:tr w:rsidR="005F4881" w:rsidRPr="0022188E" w14:paraId="435C4944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08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825C9" w14:textId="77777777" w:rsidR="005F4881" w:rsidRPr="0022188E" w:rsidRDefault="005F4881" w:rsidP="005F4881">
            <w:pPr>
              <w:spacing w:before="60" w:after="6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Taotleja andmed (nimi, isikukood, aadress, telefon, e-post)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FE6E6E" w14:textId="66BD75E8" w:rsidR="005F4881" w:rsidRDefault="004B3A7A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Egert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Linkmann, 39702264246,</w:t>
            </w:r>
          </w:p>
          <w:p w14:paraId="27DF46B5" w14:textId="62683DBF" w:rsidR="00B628BC" w:rsidRDefault="004B3A7A" w:rsidP="00B628B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+372 56502880, egert.linkmann@threod.com</w:t>
            </w:r>
          </w:p>
          <w:p w14:paraId="3BA851F0" w14:textId="7E4CE81E" w:rsidR="00B628BC" w:rsidRDefault="00B628BC" w:rsidP="00B628B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5EB54409">
              <w:rPr>
                <w:rFonts w:ascii="Times New Roman" w:hAnsi="Times New Roman"/>
                <w:sz w:val="24"/>
                <w:szCs w:val="24"/>
              </w:rPr>
              <w:t>Threod</w:t>
            </w:r>
            <w:proofErr w:type="spellEnd"/>
            <w:r w:rsidRPr="5EB54409">
              <w:rPr>
                <w:rFonts w:ascii="Times New Roman" w:hAnsi="Times New Roman"/>
                <w:sz w:val="24"/>
                <w:szCs w:val="24"/>
              </w:rPr>
              <w:t xml:space="preserve"> Systems</w:t>
            </w:r>
            <w:r w:rsidR="004B3A7A">
              <w:rPr>
                <w:rFonts w:ascii="Times New Roman" w:hAnsi="Times New Roman"/>
                <w:sz w:val="24"/>
                <w:szCs w:val="24"/>
              </w:rPr>
              <w:t xml:space="preserve"> AS</w:t>
            </w:r>
            <w:r w:rsidRPr="5EB54409">
              <w:rPr>
                <w:rFonts w:ascii="Times New Roman" w:hAnsi="Times New Roman"/>
                <w:sz w:val="24"/>
                <w:szCs w:val="24"/>
              </w:rPr>
              <w:t>, 12323903, Kaare tee 3, Lubja küla, Viimsi vald, Harjumaa;</w:t>
            </w:r>
          </w:p>
        </w:tc>
      </w:tr>
      <w:tr w:rsidR="005F4881" w:rsidRPr="0022188E" w14:paraId="0A35F4C4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390D1" w14:textId="77777777" w:rsidR="005F4881" w:rsidRPr="0022188E" w:rsidRDefault="005F4881" w:rsidP="005F4881">
            <w:pPr>
              <w:spacing w:before="60" w:after="6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Telefoni</w:t>
            </w: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number, millelt saab lennutaja kogu tegevuse vältel operatiivselt kätte 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8776F8" w14:textId="437443BC" w:rsidR="000038B8" w:rsidRDefault="00D8241E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+372 5650 2880, Egert Linkmann</w:t>
            </w:r>
            <w:r w:rsidRPr="27DA8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38B8" w:rsidRPr="27DA8A21">
              <w:rPr>
                <w:rFonts w:ascii="Times New Roman" w:hAnsi="Times New Roman"/>
                <w:sz w:val="24"/>
                <w:szCs w:val="24"/>
              </w:rPr>
              <w:t>(primaarne kontakt)</w:t>
            </w:r>
          </w:p>
          <w:p w14:paraId="19EBE828" w14:textId="123C2B41" w:rsidR="00C55A4F" w:rsidRDefault="00000000" w:rsidP="27DA8A2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718710852"/>
                <w:placeholder>
                  <w:docPart w:val="07277FC1C78A44FDAC671C0F13AE6FF8"/>
                </w:placeholder>
                <w:dropDownList>
                  <w:listItem w:displayText="+372 5564 8034, Ivan Barulin" w:value="+372 5564 8034, Ivan Barulin"/>
                  <w:listItem w:displayText="+372 5661 9651, Ivo Kõiv" w:value="+372 5661 9651, Ivo Kõiv"/>
                  <w:listItem w:displayText="+372 5854 8015, Andreas Kärner" w:value="+372 5854 8015, Andreas Kärner"/>
                  <w:listItem w:displayText="+372 5192 3327, Lauri Laanson" w:value="+372 5192 3327, Lauri Laanson"/>
                </w:dropDownList>
              </w:sdtPr>
              <w:sdtContent>
                <w:r w:rsidR="00DF4AC6">
                  <w:rPr>
                    <w:rFonts w:ascii="Times New Roman" w:hAnsi="Times New Roman"/>
                    <w:sz w:val="24"/>
                    <w:szCs w:val="24"/>
                  </w:rPr>
                  <w:t>+372 5854 8015, Andreas Kärner</w:t>
                </w:r>
              </w:sdtContent>
            </w:sdt>
            <w:r w:rsidR="00D046D0" w:rsidRPr="27DA8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4954" w:rsidRPr="27DA8A21">
              <w:rPr>
                <w:rFonts w:ascii="Times New Roman" w:hAnsi="Times New Roman"/>
                <w:sz w:val="24"/>
                <w:szCs w:val="24"/>
              </w:rPr>
              <w:t>(sekundaarne kontakt)</w:t>
            </w:r>
          </w:p>
        </w:tc>
      </w:tr>
      <w:tr w:rsidR="005F4881" w:rsidRPr="0022188E" w14:paraId="4F415480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BB973" w14:textId="77777777" w:rsidR="005F4881" w:rsidRPr="0022188E" w:rsidRDefault="005F4881" w:rsidP="005F4881">
            <w:pPr>
              <w:spacing w:before="60"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asukoht</w:t>
            </w:r>
          </w:p>
          <w:p w14:paraId="1E065E1A" w14:textId="77777777" w:rsidR="005F4881" w:rsidRPr="0022188E" w:rsidRDefault="005F4881" w:rsidP="005F4881">
            <w:pPr>
              <w:spacing w:before="60" w:after="6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(maakond, linn, vald, küla)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54BF71" w14:textId="77777777" w:rsidR="005F4881" w:rsidRDefault="005F4881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Järvamaa, Koigi vald</w:t>
            </w:r>
          </w:p>
        </w:tc>
      </w:tr>
      <w:tr w:rsidR="005F4881" w:rsidRPr="0022188E" w14:paraId="5910404D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3957C" w14:textId="77777777" w:rsidR="005F4881" w:rsidRPr="0022188E" w:rsidRDefault="005F4881" w:rsidP="00383940">
            <w:pPr>
              <w:spacing w:before="60"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asukoht (geodeetilised koordinaadid, ala või punkt raadiusega)</w:t>
            </w:r>
          </w:p>
          <w:p w14:paraId="599A6780" w14:textId="77777777" w:rsidR="005F4881" w:rsidRPr="0022188E" w:rsidRDefault="005F4881" w:rsidP="00383940">
            <w:pPr>
              <w:spacing w:before="60"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NB! Lisada kaart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11F22A" w14:textId="198D30B4" w:rsidR="009E3594" w:rsidRDefault="00B10E94" w:rsidP="00B44AE4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TSA21 lisa </w:t>
            </w:r>
            <w:r w:rsidR="009E3594">
              <w:rPr>
                <w:rFonts w:ascii="Times New Roman" w:hAnsi="Times New Roman"/>
                <w:sz w:val="24"/>
                <w:szCs w:val="24"/>
              </w:rPr>
              <w:t xml:space="preserve">Ala </w:t>
            </w:r>
            <w:r w:rsidR="009A56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58D1">
              <w:rPr>
                <w:rFonts w:ascii="Times New Roman" w:hAnsi="Times New Roman"/>
                <w:sz w:val="24"/>
                <w:szCs w:val="24"/>
              </w:rPr>
              <w:t>(koridor SW suunal):</w:t>
            </w:r>
          </w:p>
          <w:p w14:paraId="63690A6E" w14:textId="77777777" w:rsidR="005F55BB" w:rsidRDefault="005F55BB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55BB">
              <w:rPr>
                <w:rFonts w:ascii="Times New Roman" w:hAnsi="Times New Roman"/>
                <w:sz w:val="24"/>
                <w:szCs w:val="24"/>
              </w:rPr>
              <w:t>58° 45' 47" N   025° 45' 16" E</w:t>
            </w:r>
          </w:p>
          <w:p w14:paraId="42180232" w14:textId="77777777" w:rsidR="00796BB1" w:rsidRDefault="00796BB1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6BB1">
              <w:rPr>
                <w:rFonts w:ascii="Times New Roman" w:hAnsi="Times New Roman"/>
                <w:sz w:val="24"/>
                <w:szCs w:val="24"/>
              </w:rPr>
              <w:t>58° 31' 27" N   025° 36' 15" E</w:t>
            </w:r>
          </w:p>
          <w:p w14:paraId="4CABA7D6" w14:textId="77777777" w:rsidR="00A52856" w:rsidRDefault="00796BB1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6BB1">
              <w:rPr>
                <w:rFonts w:ascii="Times New Roman" w:hAnsi="Times New Roman"/>
                <w:sz w:val="24"/>
                <w:szCs w:val="24"/>
              </w:rPr>
              <w:t>58° 32' 02" N   025° 25' 56" E</w:t>
            </w:r>
          </w:p>
          <w:p w14:paraId="00019DD2" w14:textId="17F29121" w:rsidR="009E3594" w:rsidRPr="009E3594" w:rsidRDefault="00A52856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2856">
              <w:rPr>
                <w:rFonts w:ascii="Times New Roman" w:hAnsi="Times New Roman"/>
                <w:sz w:val="24"/>
                <w:szCs w:val="24"/>
              </w:rPr>
              <w:t>58° 47' 08" N   025° 37' 32" E</w:t>
            </w:r>
          </w:p>
        </w:tc>
      </w:tr>
      <w:tr w:rsidR="005F4881" w:rsidRPr="0022188E" w14:paraId="683F6ABA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6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FC0F5" w14:textId="77777777" w:rsidR="005F4881" w:rsidRPr="0022188E" w:rsidRDefault="005F4881" w:rsidP="005F4881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kõrgus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1A6FCA" w14:textId="491AE29E" w:rsidR="005F4881" w:rsidRDefault="005F4881" w:rsidP="005F4881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 w:line="240" w:lineRule="auto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SFC </w:t>
            </w:r>
            <w:r w:rsidR="005A7299">
              <w:rPr>
                <w:rFonts w:ascii="Times New Roman" w:hAnsi="Times New Roman"/>
                <w:sz w:val="24"/>
                <w:szCs w:val="24"/>
              </w:rPr>
              <w:t xml:space="preserve">kuni lennutasand </w:t>
            </w:r>
            <w:r w:rsidR="00207F1D">
              <w:rPr>
                <w:rFonts w:ascii="Times New Roman" w:hAnsi="Times New Roman"/>
                <w:sz w:val="24"/>
                <w:szCs w:val="24"/>
              </w:rPr>
              <w:t>FL</w:t>
            </w:r>
            <w:r w:rsidR="00E22DFE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5F4881" w:rsidRPr="0022188E" w14:paraId="77D2AA6F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DAD5D" w14:textId="77777777" w:rsidR="00A31526" w:rsidRDefault="00A31526" w:rsidP="005F4881">
            <w:pPr>
              <w:spacing w:before="60"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  <w:p w14:paraId="63EE534F" w14:textId="52B8262F" w:rsidR="005F4881" w:rsidRPr="0022188E" w:rsidRDefault="005F4881" w:rsidP="005F4881">
            <w:pPr>
              <w:spacing w:before="60"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ajavahemik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BFD61E" w14:textId="294C906D" w:rsidR="00217734" w:rsidRDefault="004B3A7A" w:rsidP="27DA8A2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1773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217734">
              <w:rPr>
                <w:rFonts w:ascii="Times New Roman" w:hAnsi="Times New Roman"/>
                <w:sz w:val="24"/>
                <w:szCs w:val="24"/>
              </w:rPr>
              <w:t>05.2024</w:t>
            </w:r>
          </w:p>
          <w:p w14:paraId="4FF00CC4" w14:textId="39A66C31" w:rsidR="003E602B" w:rsidRDefault="00217734" w:rsidP="27DA8A2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B3A7A"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4B3A7A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</w:p>
          <w:p w14:paraId="3B315E35" w14:textId="583B1217" w:rsidR="004B3A7A" w:rsidRDefault="004B3A7A" w:rsidP="009F47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  <w:r w:rsidR="00217734">
              <w:rPr>
                <w:rFonts w:ascii="Times New Roman" w:hAnsi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- 31.</w:t>
            </w:r>
            <w:r w:rsidR="00217734">
              <w:rPr>
                <w:rFonts w:ascii="Times New Roman" w:hAnsi="Times New Roman"/>
                <w:sz w:val="24"/>
                <w:szCs w:val="24"/>
              </w:rPr>
              <w:t>05</w:t>
            </w:r>
            <w:r w:rsidR="00A56A76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A56A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BCEB2C4" w14:textId="160B75D7" w:rsidR="00A56A76" w:rsidRPr="009F47A6" w:rsidRDefault="004B3A7A" w:rsidP="009F47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A56A76">
              <w:rPr>
                <w:rFonts w:ascii="Times New Roman" w:hAnsi="Times New Roman"/>
                <w:sz w:val="24"/>
                <w:szCs w:val="24"/>
              </w:rPr>
              <w:t>ga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6A76">
              <w:rPr>
                <w:rFonts w:ascii="Times New Roman" w:hAnsi="Times New Roman"/>
                <w:sz w:val="24"/>
                <w:szCs w:val="24"/>
              </w:rPr>
              <w:t>päev 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A56A76">
              <w:rPr>
                <w:rFonts w:ascii="Times New Roman" w:hAnsi="Times New Roman"/>
                <w:sz w:val="24"/>
                <w:szCs w:val="24"/>
              </w:rPr>
              <w:t>:00-15:00 UTC</w:t>
            </w:r>
          </w:p>
          <w:p w14:paraId="48FEF390" w14:textId="6B46B7B1" w:rsidR="006F0AB0" w:rsidRPr="005636C3" w:rsidRDefault="006F0AB0" w:rsidP="00A3152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881" w:rsidRPr="0022188E" w14:paraId="1658503D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15D55" w14:textId="77777777" w:rsidR="005F4881" w:rsidRPr="0022188E" w:rsidRDefault="005F4881" w:rsidP="005F4881">
            <w:pPr>
              <w:spacing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Tagavaraplaan lennuohutuse tagamiseks juhuks kui mehitamata õhusõiduki juhitavus kaob (kui see on olemas)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C66D34" w14:textId="77777777" w:rsidR="005F4881" w:rsidRDefault="005F4881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Lennuvahendil on programmeeritud automaatne maandumine stardipunkti side kaotamisel ja veaolukorra tekkimisel.</w:t>
            </w:r>
          </w:p>
        </w:tc>
      </w:tr>
      <w:tr w:rsidR="005F4881" w:rsidRPr="0022188E" w14:paraId="09E2EA57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985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B00A9" w14:textId="77777777" w:rsidR="005F4881" w:rsidRPr="0022188E" w:rsidRDefault="005F4881" w:rsidP="005F4881">
            <w:pPr>
              <w:spacing w:before="60" w:after="60" w:line="240" w:lineRule="auto"/>
              <w:ind w:right="-154"/>
              <w:rPr>
                <w:rFonts w:ascii="Times New Roman" w:eastAsia="MS Gothic" w:hAnsi="Times New Roman"/>
                <w:sz w:val="24"/>
                <w:szCs w:val="24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Kahepoolse raadioside võimekus:  Jah   </w:t>
            </w:r>
            <w:r w:rsidRPr="0022188E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      Transponder:  Jah   </w:t>
            </w:r>
            <w:r w:rsidRPr="0022188E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</w:p>
          <w:p w14:paraId="22253EB2" w14:textId="77777777" w:rsidR="005F4881" w:rsidRPr="0022188E" w:rsidRDefault="005F4881" w:rsidP="005F4881">
            <w:pPr>
              <w:spacing w:before="60" w:after="60" w:line="240" w:lineRule="auto"/>
              <w:ind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eastAsia="MS Gothic" w:hAnsi="Times New Roman"/>
                <w:sz w:val="24"/>
                <w:szCs w:val="24"/>
              </w:rPr>
              <w:t xml:space="preserve">                                                        Ei  </w:t>
            </w:r>
            <w:r>
              <w:rPr>
                <w:rFonts w:ascii="Times New Roman" w:eastAsia="MS Gothic" w:hAnsi="Times New Roman"/>
                <w:sz w:val="24"/>
                <w:szCs w:val="24"/>
              </w:rPr>
              <w:t xml:space="preserve">  </w:t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>
              <w:rPr>
                <w:rFonts w:ascii="MS Mincho" w:eastAsia="MS Mincho" w:hAnsi="MS Mincho" w:cs="MS Mincho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MS Mincho" w:eastAsia="MS Mincho" w:hAnsi="MS Mincho" w:cs="MS Mincho"/>
                <w:sz w:val="24"/>
                <w:szCs w:val="24"/>
              </w:rPr>
            </w:r>
            <w:r w:rsidR="00000000">
              <w:rPr>
                <w:rFonts w:ascii="MS Mincho" w:eastAsia="MS Mincho" w:hAnsi="MS Mincho" w:cs="MS Mincho"/>
                <w:sz w:val="24"/>
                <w:szCs w:val="24"/>
              </w:rPr>
              <w:fldChar w:fldCharType="separate"/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end"/>
            </w:r>
            <w:bookmarkEnd w:id="0"/>
            <w:r w:rsidRPr="0022188E">
              <w:rPr>
                <w:rFonts w:ascii="Times New Roman" w:eastAsia="MS Gothic" w:hAnsi="Times New Roman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eastAsia="MS Gothic" w:hAnsi="Times New Roman"/>
                <w:sz w:val="24"/>
                <w:szCs w:val="24"/>
              </w:rPr>
              <w:t xml:space="preserve">  </w:t>
            </w:r>
            <w:r w:rsidRPr="0022188E">
              <w:rPr>
                <w:rFonts w:ascii="Times New Roman" w:eastAsia="MS Gothic" w:hAnsi="Times New Roman"/>
                <w:sz w:val="24"/>
                <w:szCs w:val="24"/>
              </w:rPr>
              <w:t xml:space="preserve">Ei     </w:t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"/>
            <w:r>
              <w:rPr>
                <w:rFonts w:ascii="MS Mincho" w:eastAsia="MS Mincho" w:hAnsi="MS Mincho" w:cs="MS Mincho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MS Mincho" w:eastAsia="MS Mincho" w:hAnsi="MS Mincho" w:cs="MS Mincho"/>
                <w:sz w:val="24"/>
                <w:szCs w:val="24"/>
              </w:rPr>
            </w:r>
            <w:r w:rsidR="00000000">
              <w:rPr>
                <w:rFonts w:ascii="MS Mincho" w:eastAsia="MS Mincho" w:hAnsi="MS Mincho" w:cs="MS Mincho"/>
                <w:sz w:val="24"/>
                <w:szCs w:val="24"/>
              </w:rPr>
              <w:fldChar w:fldCharType="separate"/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end"/>
            </w:r>
            <w:bookmarkEnd w:id="1"/>
          </w:p>
        </w:tc>
      </w:tr>
      <w:tr w:rsidR="005F4881" w:rsidRPr="0022188E" w14:paraId="26D9CAC1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41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4BD82" w14:textId="77777777" w:rsidR="005F4881" w:rsidRDefault="005F4881" w:rsidP="005F4881">
            <w:pPr>
              <w:spacing w:before="60"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Muu oluline info</w:t>
            </w:r>
          </w:p>
          <w:p w14:paraId="2526FD05" w14:textId="77777777" w:rsidR="00B54CD6" w:rsidRPr="00B54CD6" w:rsidRDefault="00B54CD6" w:rsidP="00B54CD6">
            <w:pPr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C565A8" w14:textId="3921C28B" w:rsidR="005F4881" w:rsidRPr="0022188E" w:rsidRDefault="005F4881" w:rsidP="005F4881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</w:tr>
    </w:tbl>
    <w:p w14:paraId="0C441719" w14:textId="77777777" w:rsidR="00022FD5" w:rsidRPr="0022188E" w:rsidRDefault="00022FD5" w:rsidP="00022FD5">
      <w:pPr>
        <w:spacing w:after="0" w:line="240" w:lineRule="auto"/>
        <w:rPr>
          <w:rFonts w:ascii="Times New Roman" w:hAnsi="Times New Roman"/>
          <w:sz w:val="24"/>
          <w:szCs w:val="24"/>
          <w:lang w:eastAsia="et-EE"/>
        </w:rPr>
      </w:pPr>
    </w:p>
    <w:tbl>
      <w:tblPr>
        <w:tblW w:w="93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79"/>
        <w:gridCol w:w="3160"/>
      </w:tblGrid>
      <w:tr w:rsidR="00022FD5" w:rsidRPr="0022188E" w14:paraId="4AC225BE" w14:textId="77777777" w:rsidTr="27DA8A21">
        <w:trPr>
          <w:cantSplit/>
          <w:trHeight w:val="404"/>
        </w:trPr>
        <w:tc>
          <w:tcPr>
            <w:tcW w:w="6179" w:type="dxa"/>
            <w:vAlign w:val="center"/>
          </w:tcPr>
          <w:p w14:paraId="2B36CA6A" w14:textId="77777777" w:rsidR="00022FD5" w:rsidRPr="005F4881" w:rsidRDefault="00022FD5" w:rsidP="00DA7F0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Taotleja </w:t>
            </w:r>
            <w:r w:rsidR="00DA7F0B"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allkiri </w:t>
            </w:r>
            <w:r w:rsidR="00577013">
              <w:rPr>
                <w:rFonts w:ascii="Times New Roman" w:hAnsi="Times New Roman"/>
                <w:sz w:val="24"/>
                <w:szCs w:val="24"/>
                <w:lang w:eastAsia="et-EE"/>
              </w:rPr>
              <w:t>:</w:t>
            </w: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</w:t>
            </w:r>
            <w:r w:rsidR="005F4881">
              <w:rPr>
                <w:rFonts w:ascii="Times New Roman" w:hAnsi="Times New Roman"/>
                <w:sz w:val="24"/>
                <w:szCs w:val="24"/>
                <w:lang w:eastAsia="et-EE"/>
              </w:rPr>
              <w:t>(</w:t>
            </w:r>
            <w:r w:rsidR="005F4881">
              <w:rPr>
                <w:rFonts w:ascii="Times New Roman" w:hAnsi="Times New Roman"/>
                <w:i/>
                <w:sz w:val="24"/>
                <w:szCs w:val="24"/>
                <w:lang w:eastAsia="et-EE"/>
              </w:rPr>
              <w:t>allkirjastatud digitaalselt)</w:t>
            </w:r>
          </w:p>
        </w:tc>
        <w:tc>
          <w:tcPr>
            <w:tcW w:w="3160" w:type="dxa"/>
            <w:vAlign w:val="center"/>
          </w:tcPr>
          <w:p w14:paraId="6FFFFE0D" w14:textId="65B0CDF0" w:rsidR="00022FD5" w:rsidRPr="0022188E" w:rsidRDefault="00022FD5" w:rsidP="00022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27DA8A21">
              <w:rPr>
                <w:rFonts w:ascii="Times New Roman" w:hAnsi="Times New Roman"/>
                <w:sz w:val="24"/>
                <w:szCs w:val="24"/>
                <w:lang w:eastAsia="et-EE"/>
              </w:rPr>
              <w:t>Kuupäev</w:t>
            </w:r>
            <w:r w:rsidR="5C6B3555" w:rsidRPr="27DA8A21">
              <w:rPr>
                <w:rFonts w:ascii="Times New Roman" w:hAnsi="Times New Roman"/>
                <w:sz w:val="24"/>
                <w:szCs w:val="24"/>
                <w:lang w:eastAsia="et-EE"/>
              </w:rPr>
              <w:t>:</w:t>
            </w:r>
            <w:r w:rsidR="005F4881" w:rsidRPr="27DA8A21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</w:t>
            </w:r>
            <w:sdt>
              <w:sdtPr>
                <w:rPr>
                  <w:rFonts w:ascii="Times New Roman" w:hAnsi="Times New Roman"/>
                  <w:sz w:val="24"/>
                  <w:szCs w:val="24"/>
                  <w:lang w:eastAsia="et-EE"/>
                </w:rPr>
                <w:id w:val="-1767831545"/>
                <w:placeholder>
                  <w:docPart w:val="0FD939C22A70496AB7CCAAED8FFE7087"/>
                </w:placeholder>
                <w:date w:fullDate="2024-05-15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Content>
                <w:r w:rsidR="004B3A7A">
                  <w:rPr>
                    <w:rFonts w:ascii="Times New Roman" w:hAnsi="Times New Roman"/>
                    <w:sz w:val="24"/>
                    <w:szCs w:val="24"/>
                    <w:lang w:eastAsia="et-EE"/>
                  </w:rPr>
                  <w:t>15.05.2024</w:t>
                </w:r>
              </w:sdtContent>
            </w:sdt>
          </w:p>
        </w:tc>
      </w:tr>
    </w:tbl>
    <w:p w14:paraId="152ECEF4" w14:textId="77777777" w:rsidR="00022FD5" w:rsidRPr="0022188E" w:rsidRDefault="00022FD5" w:rsidP="00F11EF7">
      <w:pPr>
        <w:rPr>
          <w:rFonts w:ascii="Times New Roman" w:hAnsi="Times New Roman"/>
          <w:b/>
          <w:sz w:val="24"/>
          <w:szCs w:val="24"/>
        </w:rPr>
      </w:pPr>
    </w:p>
    <w:sectPr w:rsidR="00022FD5" w:rsidRPr="0022188E" w:rsidSect="00A02F5A">
      <w:footerReference w:type="default" r:id="rId10"/>
      <w:pgSz w:w="11906" w:h="16838"/>
      <w:pgMar w:top="1560" w:right="1417" w:bottom="1417" w:left="1417" w:header="708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FC8AB" w14:textId="77777777" w:rsidR="00B81E3E" w:rsidRDefault="00B81E3E" w:rsidP="0022188E">
      <w:pPr>
        <w:spacing w:after="0" w:line="240" w:lineRule="auto"/>
      </w:pPr>
      <w:r>
        <w:separator/>
      </w:r>
    </w:p>
  </w:endnote>
  <w:endnote w:type="continuationSeparator" w:id="0">
    <w:p w14:paraId="162BCF55" w14:textId="77777777" w:rsidR="00B81E3E" w:rsidRDefault="00B81E3E" w:rsidP="0022188E">
      <w:pPr>
        <w:spacing w:after="0" w:line="240" w:lineRule="auto"/>
      </w:pPr>
      <w:r>
        <w:continuationSeparator/>
      </w:r>
    </w:p>
  </w:endnote>
  <w:endnote w:type="continuationNotice" w:id="1">
    <w:p w14:paraId="6BFFA26B" w14:textId="77777777" w:rsidR="00B81E3E" w:rsidRDefault="00B81E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7F813" w14:textId="77777777" w:rsidR="0022188E" w:rsidRPr="00A02F5A" w:rsidRDefault="0022188E" w:rsidP="0022188E">
    <w:pPr>
      <w:pBdr>
        <w:bottom w:val="single" w:sz="2" w:space="0" w:color="000000"/>
      </w:pBdr>
      <w:tabs>
        <w:tab w:val="center" w:pos="4536"/>
        <w:tab w:val="right" w:pos="9639"/>
      </w:tabs>
      <w:spacing w:after="0" w:line="240" w:lineRule="auto"/>
      <w:ind w:right="-6"/>
      <w:rPr>
        <w:rFonts w:ascii="Times New Roman" w:hAnsi="Times New Roman"/>
        <w:noProof/>
        <w:sz w:val="20"/>
        <w:szCs w:val="24"/>
      </w:rPr>
    </w:pPr>
    <w:r w:rsidRPr="00A02F5A">
      <w:rPr>
        <w:rFonts w:ascii="Times New Roman" w:hAnsi="Times New Roman"/>
        <w:bCs/>
        <w:sz w:val="20"/>
      </w:rPr>
      <w:t>LENNUAMET</w:t>
    </w:r>
    <w:r w:rsidRPr="00A02F5A">
      <w:rPr>
        <w:rFonts w:ascii="Times New Roman" w:hAnsi="Times New Roman"/>
        <w:bCs/>
        <w:sz w:val="20"/>
      </w:rPr>
      <w:tab/>
      <w:t xml:space="preserve">Vorm  VA </w:t>
    </w:r>
    <w:r w:rsidR="001932A8" w:rsidRPr="00A02F5A">
      <w:rPr>
        <w:rFonts w:ascii="Times New Roman" w:hAnsi="Times New Roman"/>
        <w:bCs/>
        <w:sz w:val="20"/>
      </w:rPr>
      <w:t>562</w:t>
    </w:r>
    <w:r w:rsidRPr="00A02F5A">
      <w:rPr>
        <w:rFonts w:ascii="Times New Roman" w:hAnsi="Times New Roman"/>
        <w:bCs/>
        <w:sz w:val="20"/>
      </w:rPr>
      <w:t>-1/V1</w:t>
    </w:r>
    <w:r w:rsidRPr="00A02F5A">
      <w:rPr>
        <w:rFonts w:ascii="Times New Roman" w:hAnsi="Times New Roman"/>
        <w:bCs/>
        <w:sz w:val="20"/>
      </w:rPr>
      <w:tab/>
      <w:t xml:space="preserve">         Leht 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begin"/>
    </w:r>
    <w:r w:rsidRPr="00A02F5A">
      <w:rPr>
        <w:rFonts w:ascii="Times New Roman" w:hAnsi="Times New Roman"/>
        <w:noProof/>
        <w:sz w:val="20"/>
        <w:szCs w:val="24"/>
        <w:lang w:val="ru-RU"/>
      </w:rPr>
      <w:instrText xml:space="preserve"> PAGE </w:instrTex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separate"/>
    </w:r>
    <w:r w:rsidR="00204212">
      <w:rPr>
        <w:rFonts w:ascii="Times New Roman" w:hAnsi="Times New Roman"/>
        <w:noProof/>
        <w:sz w:val="20"/>
        <w:szCs w:val="24"/>
        <w:lang w:val="ru-RU"/>
      </w:rPr>
      <w:t>1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end"/>
    </w:r>
    <w:r w:rsidRPr="00A02F5A">
      <w:rPr>
        <w:rFonts w:ascii="Times New Roman" w:hAnsi="Times New Roman"/>
        <w:sz w:val="20"/>
        <w:lang w:eastAsia="et-EE"/>
      </w:rPr>
      <w:t>/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begin"/>
    </w:r>
    <w:r w:rsidRPr="00A02F5A">
      <w:rPr>
        <w:rFonts w:ascii="Times New Roman" w:hAnsi="Times New Roman"/>
        <w:noProof/>
        <w:sz w:val="20"/>
        <w:szCs w:val="24"/>
        <w:lang w:val="ru-RU"/>
      </w:rPr>
      <w:instrText xml:space="preserve"> NUMPAGES </w:instrTex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separate"/>
    </w:r>
    <w:r w:rsidR="00204212">
      <w:rPr>
        <w:rFonts w:ascii="Times New Roman" w:hAnsi="Times New Roman"/>
        <w:noProof/>
        <w:sz w:val="20"/>
        <w:szCs w:val="24"/>
        <w:lang w:val="ru-RU"/>
      </w:rPr>
      <w:t>1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end"/>
    </w:r>
  </w:p>
  <w:p w14:paraId="1914AAE6" w14:textId="77777777" w:rsidR="0022188E" w:rsidRPr="00A02F5A" w:rsidRDefault="00A02F5A" w:rsidP="0022188E">
    <w:pPr>
      <w:widowControl w:val="0"/>
      <w:suppressAutoHyphens/>
      <w:spacing w:after="0" w:line="240" w:lineRule="auto"/>
      <w:rPr>
        <w:rFonts w:ascii="Times New Roman" w:eastAsia="SimSun" w:hAnsi="Times New Roman" w:cs="Mangal"/>
        <w:kern w:val="1"/>
        <w:sz w:val="18"/>
        <w:szCs w:val="24"/>
        <w:lang w:eastAsia="zh-CN" w:bidi="hi-IN"/>
      </w:rPr>
    </w:pPr>
    <w:r>
      <w:rPr>
        <w:rFonts w:ascii="Times New Roman" w:eastAsia="SimSun" w:hAnsi="Times New Roman" w:cs="Mangal"/>
        <w:kern w:val="1"/>
        <w:sz w:val="18"/>
        <w:szCs w:val="24"/>
        <w:lang w:eastAsia="zh-CN" w:bidi="hi-IN"/>
      </w:rPr>
      <w:t>Lõõtsa 5 / 11415 Tallinn / 610 3500 / ecaa</w:t>
    </w:r>
    <w:r w:rsidR="0022188E" w:rsidRPr="00A02F5A">
      <w:rPr>
        <w:rFonts w:ascii="Times New Roman" w:eastAsia="SimSun" w:hAnsi="Times New Roman" w:cs="Mangal"/>
        <w:kern w:val="1"/>
        <w:sz w:val="18"/>
        <w:szCs w:val="24"/>
        <w:lang w:eastAsia="zh-CN" w:bidi="hi-IN"/>
      </w:rPr>
      <w:t>@ecaa.ee / www.ecaa.ee</w:t>
    </w:r>
  </w:p>
  <w:p w14:paraId="48ED03A9" w14:textId="77777777" w:rsidR="0022188E" w:rsidRPr="00A02F5A" w:rsidRDefault="00A02F5A" w:rsidP="00A02F5A">
    <w:pPr>
      <w:widowControl w:val="0"/>
      <w:suppressAutoHyphens/>
      <w:spacing w:after="0" w:line="240" w:lineRule="auto"/>
      <w:rPr>
        <w:rFonts w:ascii="Times New Roman" w:eastAsia="SimSun" w:hAnsi="Times New Roman" w:cs="Mangal"/>
        <w:kern w:val="1"/>
        <w:sz w:val="20"/>
        <w:szCs w:val="24"/>
        <w:lang w:eastAsia="zh-CN" w:bidi="hi-IN"/>
      </w:rPr>
    </w:pPr>
    <w:r w:rsidRPr="00A02F5A">
      <w:rPr>
        <w:rFonts w:ascii="Times New Roman" w:eastAsia="SimSun" w:hAnsi="Times New Roman" w:cs="Mangal"/>
        <w:kern w:val="1"/>
        <w:sz w:val="18"/>
        <w:szCs w:val="24"/>
        <w:lang w:eastAsia="zh-CN" w:bidi="hi-IN"/>
      </w:rPr>
      <w:t>Registrikood 70000800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CEB81" w14:textId="77777777" w:rsidR="00B81E3E" w:rsidRDefault="00B81E3E" w:rsidP="0022188E">
      <w:pPr>
        <w:spacing w:after="0" w:line="240" w:lineRule="auto"/>
      </w:pPr>
      <w:r>
        <w:separator/>
      </w:r>
    </w:p>
  </w:footnote>
  <w:footnote w:type="continuationSeparator" w:id="0">
    <w:p w14:paraId="292FF383" w14:textId="77777777" w:rsidR="00B81E3E" w:rsidRDefault="00B81E3E" w:rsidP="0022188E">
      <w:pPr>
        <w:spacing w:after="0" w:line="240" w:lineRule="auto"/>
      </w:pPr>
      <w:r>
        <w:continuationSeparator/>
      </w:r>
    </w:p>
  </w:footnote>
  <w:footnote w:type="continuationNotice" w:id="1">
    <w:p w14:paraId="4DD7BA12" w14:textId="77777777" w:rsidR="00B81E3E" w:rsidRDefault="00B81E3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B3027"/>
    <w:multiLevelType w:val="singleLevel"/>
    <w:tmpl w:val="FAD2DE04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EEC79B5"/>
    <w:multiLevelType w:val="hybridMultilevel"/>
    <w:tmpl w:val="C83421D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6C7724"/>
    <w:multiLevelType w:val="hybridMultilevel"/>
    <w:tmpl w:val="FFFFFFFF"/>
    <w:lvl w:ilvl="0" w:tplc="C102E738">
      <w:start w:val="1"/>
      <w:numFmt w:val="decimal"/>
      <w:lvlText w:val="%1."/>
      <w:lvlJc w:val="left"/>
      <w:pPr>
        <w:ind w:left="720" w:hanging="360"/>
      </w:pPr>
    </w:lvl>
    <w:lvl w:ilvl="1" w:tplc="FD02F438">
      <w:start w:val="1"/>
      <w:numFmt w:val="lowerLetter"/>
      <w:lvlText w:val="%2."/>
      <w:lvlJc w:val="left"/>
      <w:pPr>
        <w:ind w:left="1440" w:hanging="360"/>
      </w:pPr>
    </w:lvl>
    <w:lvl w:ilvl="2" w:tplc="B46C1894">
      <w:start w:val="1"/>
      <w:numFmt w:val="lowerRoman"/>
      <w:lvlText w:val="%3."/>
      <w:lvlJc w:val="right"/>
      <w:pPr>
        <w:ind w:left="2160" w:hanging="180"/>
      </w:pPr>
    </w:lvl>
    <w:lvl w:ilvl="3" w:tplc="480078EA">
      <w:start w:val="1"/>
      <w:numFmt w:val="decimal"/>
      <w:lvlText w:val="%4."/>
      <w:lvlJc w:val="left"/>
      <w:pPr>
        <w:ind w:left="2880" w:hanging="360"/>
      </w:pPr>
    </w:lvl>
    <w:lvl w:ilvl="4" w:tplc="2AD6B386">
      <w:start w:val="1"/>
      <w:numFmt w:val="lowerLetter"/>
      <w:lvlText w:val="%5."/>
      <w:lvlJc w:val="left"/>
      <w:pPr>
        <w:ind w:left="3600" w:hanging="360"/>
      </w:pPr>
    </w:lvl>
    <w:lvl w:ilvl="5" w:tplc="C32268CC">
      <w:start w:val="1"/>
      <w:numFmt w:val="lowerRoman"/>
      <w:lvlText w:val="%6."/>
      <w:lvlJc w:val="right"/>
      <w:pPr>
        <w:ind w:left="4320" w:hanging="180"/>
      </w:pPr>
    </w:lvl>
    <w:lvl w:ilvl="6" w:tplc="F0A0B5B4">
      <w:start w:val="1"/>
      <w:numFmt w:val="decimal"/>
      <w:lvlText w:val="%7."/>
      <w:lvlJc w:val="left"/>
      <w:pPr>
        <w:ind w:left="5040" w:hanging="360"/>
      </w:pPr>
    </w:lvl>
    <w:lvl w:ilvl="7" w:tplc="67EA16C0">
      <w:start w:val="1"/>
      <w:numFmt w:val="lowerLetter"/>
      <w:lvlText w:val="%8."/>
      <w:lvlJc w:val="left"/>
      <w:pPr>
        <w:ind w:left="5760" w:hanging="360"/>
      </w:pPr>
    </w:lvl>
    <w:lvl w:ilvl="8" w:tplc="360835F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133B5"/>
    <w:multiLevelType w:val="hybridMultilevel"/>
    <w:tmpl w:val="FFFFFFFF"/>
    <w:lvl w:ilvl="0" w:tplc="A316F554">
      <w:start w:val="1"/>
      <w:numFmt w:val="decimal"/>
      <w:lvlText w:val="%1."/>
      <w:lvlJc w:val="left"/>
      <w:pPr>
        <w:ind w:left="720" w:hanging="360"/>
      </w:pPr>
    </w:lvl>
    <w:lvl w:ilvl="1" w:tplc="5B5C4816">
      <w:start w:val="1"/>
      <w:numFmt w:val="lowerLetter"/>
      <w:lvlText w:val="%2."/>
      <w:lvlJc w:val="left"/>
      <w:pPr>
        <w:ind w:left="1440" w:hanging="360"/>
      </w:pPr>
    </w:lvl>
    <w:lvl w:ilvl="2" w:tplc="F3BAC228">
      <w:start w:val="1"/>
      <w:numFmt w:val="lowerRoman"/>
      <w:lvlText w:val="%3."/>
      <w:lvlJc w:val="right"/>
      <w:pPr>
        <w:ind w:left="2160" w:hanging="180"/>
      </w:pPr>
    </w:lvl>
    <w:lvl w:ilvl="3" w:tplc="F76EE3AE">
      <w:start w:val="1"/>
      <w:numFmt w:val="decimal"/>
      <w:lvlText w:val="%4."/>
      <w:lvlJc w:val="left"/>
      <w:pPr>
        <w:ind w:left="2880" w:hanging="360"/>
      </w:pPr>
    </w:lvl>
    <w:lvl w:ilvl="4" w:tplc="4FC6DFBA">
      <w:start w:val="1"/>
      <w:numFmt w:val="lowerLetter"/>
      <w:lvlText w:val="%5."/>
      <w:lvlJc w:val="left"/>
      <w:pPr>
        <w:ind w:left="3600" w:hanging="360"/>
      </w:pPr>
    </w:lvl>
    <w:lvl w:ilvl="5" w:tplc="63EA7232">
      <w:start w:val="1"/>
      <w:numFmt w:val="lowerRoman"/>
      <w:lvlText w:val="%6."/>
      <w:lvlJc w:val="right"/>
      <w:pPr>
        <w:ind w:left="4320" w:hanging="180"/>
      </w:pPr>
    </w:lvl>
    <w:lvl w:ilvl="6" w:tplc="6B6C9DD0">
      <w:start w:val="1"/>
      <w:numFmt w:val="decimal"/>
      <w:lvlText w:val="%7."/>
      <w:lvlJc w:val="left"/>
      <w:pPr>
        <w:ind w:left="5040" w:hanging="360"/>
      </w:pPr>
    </w:lvl>
    <w:lvl w:ilvl="7" w:tplc="A7ACDAAE">
      <w:start w:val="1"/>
      <w:numFmt w:val="lowerLetter"/>
      <w:lvlText w:val="%8."/>
      <w:lvlJc w:val="left"/>
      <w:pPr>
        <w:ind w:left="5760" w:hanging="360"/>
      </w:pPr>
    </w:lvl>
    <w:lvl w:ilvl="8" w:tplc="CB2CCAF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F2BE3"/>
    <w:multiLevelType w:val="hybridMultilevel"/>
    <w:tmpl w:val="FFFFFFFF"/>
    <w:lvl w:ilvl="0" w:tplc="AB7AFD2E">
      <w:start w:val="1"/>
      <w:numFmt w:val="decimal"/>
      <w:lvlText w:val="%1."/>
      <w:lvlJc w:val="left"/>
      <w:pPr>
        <w:ind w:left="720" w:hanging="360"/>
      </w:pPr>
    </w:lvl>
    <w:lvl w:ilvl="1" w:tplc="7A126EA6">
      <w:start w:val="1"/>
      <w:numFmt w:val="lowerLetter"/>
      <w:lvlText w:val="%2."/>
      <w:lvlJc w:val="left"/>
      <w:pPr>
        <w:ind w:left="1440" w:hanging="360"/>
      </w:pPr>
    </w:lvl>
    <w:lvl w:ilvl="2" w:tplc="5380DD1E">
      <w:start w:val="1"/>
      <w:numFmt w:val="lowerRoman"/>
      <w:lvlText w:val="%3."/>
      <w:lvlJc w:val="right"/>
      <w:pPr>
        <w:ind w:left="2160" w:hanging="180"/>
      </w:pPr>
    </w:lvl>
    <w:lvl w:ilvl="3" w:tplc="8BAA8662">
      <w:start w:val="1"/>
      <w:numFmt w:val="decimal"/>
      <w:lvlText w:val="%4."/>
      <w:lvlJc w:val="left"/>
      <w:pPr>
        <w:ind w:left="2880" w:hanging="360"/>
      </w:pPr>
    </w:lvl>
    <w:lvl w:ilvl="4" w:tplc="BD944DB6">
      <w:start w:val="1"/>
      <w:numFmt w:val="lowerLetter"/>
      <w:lvlText w:val="%5."/>
      <w:lvlJc w:val="left"/>
      <w:pPr>
        <w:ind w:left="3600" w:hanging="360"/>
      </w:pPr>
    </w:lvl>
    <w:lvl w:ilvl="5" w:tplc="BDA6305C">
      <w:start w:val="1"/>
      <w:numFmt w:val="lowerRoman"/>
      <w:lvlText w:val="%6."/>
      <w:lvlJc w:val="right"/>
      <w:pPr>
        <w:ind w:left="4320" w:hanging="180"/>
      </w:pPr>
    </w:lvl>
    <w:lvl w:ilvl="6" w:tplc="8244DA68">
      <w:start w:val="1"/>
      <w:numFmt w:val="decimal"/>
      <w:lvlText w:val="%7."/>
      <w:lvlJc w:val="left"/>
      <w:pPr>
        <w:ind w:left="5040" w:hanging="360"/>
      </w:pPr>
    </w:lvl>
    <w:lvl w:ilvl="7" w:tplc="60061A54">
      <w:start w:val="1"/>
      <w:numFmt w:val="lowerLetter"/>
      <w:lvlText w:val="%8."/>
      <w:lvlJc w:val="left"/>
      <w:pPr>
        <w:ind w:left="5760" w:hanging="360"/>
      </w:pPr>
    </w:lvl>
    <w:lvl w:ilvl="8" w:tplc="5A22656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31C36"/>
    <w:multiLevelType w:val="hybridMultilevel"/>
    <w:tmpl w:val="FFFFFFFF"/>
    <w:lvl w:ilvl="0" w:tplc="1438EA24">
      <w:start w:val="1"/>
      <w:numFmt w:val="decimal"/>
      <w:lvlText w:val="%1."/>
      <w:lvlJc w:val="left"/>
      <w:pPr>
        <w:ind w:left="720" w:hanging="360"/>
      </w:pPr>
    </w:lvl>
    <w:lvl w:ilvl="1" w:tplc="F7C2776E">
      <w:start w:val="1"/>
      <w:numFmt w:val="lowerLetter"/>
      <w:lvlText w:val="%2."/>
      <w:lvlJc w:val="left"/>
      <w:pPr>
        <w:ind w:left="1440" w:hanging="360"/>
      </w:pPr>
    </w:lvl>
    <w:lvl w:ilvl="2" w:tplc="4880EE26">
      <w:start w:val="1"/>
      <w:numFmt w:val="lowerRoman"/>
      <w:lvlText w:val="%3."/>
      <w:lvlJc w:val="right"/>
      <w:pPr>
        <w:ind w:left="2160" w:hanging="180"/>
      </w:pPr>
    </w:lvl>
    <w:lvl w:ilvl="3" w:tplc="C6F2BC32">
      <w:start w:val="1"/>
      <w:numFmt w:val="decimal"/>
      <w:lvlText w:val="%4."/>
      <w:lvlJc w:val="left"/>
      <w:pPr>
        <w:ind w:left="2880" w:hanging="360"/>
      </w:pPr>
    </w:lvl>
    <w:lvl w:ilvl="4" w:tplc="707480FA">
      <w:start w:val="1"/>
      <w:numFmt w:val="lowerLetter"/>
      <w:lvlText w:val="%5."/>
      <w:lvlJc w:val="left"/>
      <w:pPr>
        <w:ind w:left="3600" w:hanging="360"/>
      </w:pPr>
    </w:lvl>
    <w:lvl w:ilvl="5" w:tplc="7368D408">
      <w:start w:val="1"/>
      <w:numFmt w:val="lowerRoman"/>
      <w:lvlText w:val="%6."/>
      <w:lvlJc w:val="right"/>
      <w:pPr>
        <w:ind w:left="4320" w:hanging="180"/>
      </w:pPr>
    </w:lvl>
    <w:lvl w:ilvl="6" w:tplc="ADA4E2A6">
      <w:start w:val="1"/>
      <w:numFmt w:val="decimal"/>
      <w:lvlText w:val="%7."/>
      <w:lvlJc w:val="left"/>
      <w:pPr>
        <w:ind w:left="5040" w:hanging="360"/>
      </w:pPr>
    </w:lvl>
    <w:lvl w:ilvl="7" w:tplc="9B00E62A">
      <w:start w:val="1"/>
      <w:numFmt w:val="lowerLetter"/>
      <w:lvlText w:val="%8."/>
      <w:lvlJc w:val="left"/>
      <w:pPr>
        <w:ind w:left="5760" w:hanging="360"/>
      </w:pPr>
    </w:lvl>
    <w:lvl w:ilvl="8" w:tplc="61D0EAC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A0303"/>
    <w:multiLevelType w:val="hybridMultilevel"/>
    <w:tmpl w:val="8B8E68B8"/>
    <w:lvl w:ilvl="0" w:tplc="042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4E6873"/>
    <w:multiLevelType w:val="hybridMultilevel"/>
    <w:tmpl w:val="FFFFFFFF"/>
    <w:lvl w:ilvl="0" w:tplc="B39C14B8">
      <w:start w:val="1"/>
      <w:numFmt w:val="decimal"/>
      <w:lvlText w:val="%1."/>
      <w:lvlJc w:val="left"/>
      <w:pPr>
        <w:ind w:left="720" w:hanging="360"/>
      </w:pPr>
    </w:lvl>
    <w:lvl w:ilvl="1" w:tplc="155E3B78">
      <w:start w:val="1"/>
      <w:numFmt w:val="lowerLetter"/>
      <w:lvlText w:val="%2."/>
      <w:lvlJc w:val="left"/>
      <w:pPr>
        <w:ind w:left="1440" w:hanging="360"/>
      </w:pPr>
    </w:lvl>
    <w:lvl w:ilvl="2" w:tplc="FF12FAD8">
      <w:start w:val="1"/>
      <w:numFmt w:val="lowerRoman"/>
      <w:lvlText w:val="%3."/>
      <w:lvlJc w:val="right"/>
      <w:pPr>
        <w:ind w:left="2160" w:hanging="180"/>
      </w:pPr>
    </w:lvl>
    <w:lvl w:ilvl="3" w:tplc="F38E1154">
      <w:start w:val="1"/>
      <w:numFmt w:val="decimal"/>
      <w:lvlText w:val="%4."/>
      <w:lvlJc w:val="left"/>
      <w:pPr>
        <w:ind w:left="2880" w:hanging="360"/>
      </w:pPr>
    </w:lvl>
    <w:lvl w:ilvl="4" w:tplc="FF90DDD2">
      <w:start w:val="1"/>
      <w:numFmt w:val="lowerLetter"/>
      <w:lvlText w:val="%5."/>
      <w:lvlJc w:val="left"/>
      <w:pPr>
        <w:ind w:left="3600" w:hanging="360"/>
      </w:pPr>
    </w:lvl>
    <w:lvl w:ilvl="5" w:tplc="4BE896B6">
      <w:start w:val="1"/>
      <w:numFmt w:val="lowerRoman"/>
      <w:lvlText w:val="%6."/>
      <w:lvlJc w:val="right"/>
      <w:pPr>
        <w:ind w:left="4320" w:hanging="180"/>
      </w:pPr>
    </w:lvl>
    <w:lvl w:ilvl="6" w:tplc="2FA2E9CC">
      <w:start w:val="1"/>
      <w:numFmt w:val="decimal"/>
      <w:lvlText w:val="%7."/>
      <w:lvlJc w:val="left"/>
      <w:pPr>
        <w:ind w:left="5040" w:hanging="360"/>
      </w:pPr>
    </w:lvl>
    <w:lvl w:ilvl="7" w:tplc="C09473C0">
      <w:start w:val="1"/>
      <w:numFmt w:val="lowerLetter"/>
      <w:lvlText w:val="%8."/>
      <w:lvlJc w:val="left"/>
      <w:pPr>
        <w:ind w:left="5760" w:hanging="360"/>
      </w:pPr>
    </w:lvl>
    <w:lvl w:ilvl="8" w:tplc="F07A10F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32A71"/>
    <w:multiLevelType w:val="hybridMultilevel"/>
    <w:tmpl w:val="C0BEE1B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80078B4"/>
    <w:multiLevelType w:val="hybridMultilevel"/>
    <w:tmpl w:val="FFFFFFFF"/>
    <w:lvl w:ilvl="0" w:tplc="D6CA8508">
      <w:start w:val="1"/>
      <w:numFmt w:val="decimal"/>
      <w:lvlText w:val="%1."/>
      <w:lvlJc w:val="left"/>
      <w:pPr>
        <w:ind w:left="720" w:hanging="360"/>
      </w:pPr>
    </w:lvl>
    <w:lvl w:ilvl="1" w:tplc="12106008">
      <w:start w:val="1"/>
      <w:numFmt w:val="lowerLetter"/>
      <w:lvlText w:val="%2."/>
      <w:lvlJc w:val="left"/>
      <w:pPr>
        <w:ind w:left="1440" w:hanging="360"/>
      </w:pPr>
    </w:lvl>
    <w:lvl w:ilvl="2" w:tplc="77FA0E70">
      <w:start w:val="1"/>
      <w:numFmt w:val="lowerRoman"/>
      <w:lvlText w:val="%3."/>
      <w:lvlJc w:val="right"/>
      <w:pPr>
        <w:ind w:left="2160" w:hanging="180"/>
      </w:pPr>
    </w:lvl>
    <w:lvl w:ilvl="3" w:tplc="5320499C">
      <w:start w:val="1"/>
      <w:numFmt w:val="decimal"/>
      <w:lvlText w:val="%4."/>
      <w:lvlJc w:val="left"/>
      <w:pPr>
        <w:ind w:left="2880" w:hanging="360"/>
      </w:pPr>
    </w:lvl>
    <w:lvl w:ilvl="4" w:tplc="4E22E8C6">
      <w:start w:val="1"/>
      <w:numFmt w:val="lowerLetter"/>
      <w:lvlText w:val="%5."/>
      <w:lvlJc w:val="left"/>
      <w:pPr>
        <w:ind w:left="3600" w:hanging="360"/>
      </w:pPr>
    </w:lvl>
    <w:lvl w:ilvl="5" w:tplc="A1B6435E">
      <w:start w:val="1"/>
      <w:numFmt w:val="lowerRoman"/>
      <w:lvlText w:val="%6."/>
      <w:lvlJc w:val="right"/>
      <w:pPr>
        <w:ind w:left="4320" w:hanging="180"/>
      </w:pPr>
    </w:lvl>
    <w:lvl w:ilvl="6" w:tplc="C3B0B6CE">
      <w:start w:val="1"/>
      <w:numFmt w:val="decimal"/>
      <w:lvlText w:val="%7."/>
      <w:lvlJc w:val="left"/>
      <w:pPr>
        <w:ind w:left="5040" w:hanging="360"/>
      </w:pPr>
    </w:lvl>
    <w:lvl w:ilvl="7" w:tplc="6C28A878">
      <w:start w:val="1"/>
      <w:numFmt w:val="lowerLetter"/>
      <w:lvlText w:val="%8."/>
      <w:lvlJc w:val="left"/>
      <w:pPr>
        <w:ind w:left="5760" w:hanging="360"/>
      </w:pPr>
    </w:lvl>
    <w:lvl w:ilvl="8" w:tplc="89A2985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C3FE2"/>
    <w:multiLevelType w:val="hybridMultilevel"/>
    <w:tmpl w:val="FFFFFFFF"/>
    <w:lvl w:ilvl="0" w:tplc="E4CAA37E">
      <w:start w:val="1"/>
      <w:numFmt w:val="decimal"/>
      <w:lvlText w:val="%1."/>
      <w:lvlJc w:val="left"/>
      <w:pPr>
        <w:ind w:left="720" w:hanging="360"/>
      </w:pPr>
    </w:lvl>
    <w:lvl w:ilvl="1" w:tplc="B11E63D8">
      <w:start w:val="1"/>
      <w:numFmt w:val="lowerLetter"/>
      <w:lvlText w:val="%2."/>
      <w:lvlJc w:val="left"/>
      <w:pPr>
        <w:ind w:left="1440" w:hanging="360"/>
      </w:pPr>
    </w:lvl>
    <w:lvl w:ilvl="2" w:tplc="D9DEA4FC">
      <w:start w:val="1"/>
      <w:numFmt w:val="lowerRoman"/>
      <w:lvlText w:val="%3."/>
      <w:lvlJc w:val="right"/>
      <w:pPr>
        <w:ind w:left="2160" w:hanging="180"/>
      </w:pPr>
    </w:lvl>
    <w:lvl w:ilvl="3" w:tplc="0248F430">
      <w:start w:val="1"/>
      <w:numFmt w:val="decimal"/>
      <w:lvlText w:val="%4."/>
      <w:lvlJc w:val="left"/>
      <w:pPr>
        <w:ind w:left="2880" w:hanging="360"/>
      </w:pPr>
    </w:lvl>
    <w:lvl w:ilvl="4" w:tplc="78E69418">
      <w:start w:val="1"/>
      <w:numFmt w:val="lowerLetter"/>
      <w:lvlText w:val="%5."/>
      <w:lvlJc w:val="left"/>
      <w:pPr>
        <w:ind w:left="3600" w:hanging="360"/>
      </w:pPr>
    </w:lvl>
    <w:lvl w:ilvl="5" w:tplc="C58C0D0C">
      <w:start w:val="1"/>
      <w:numFmt w:val="lowerRoman"/>
      <w:lvlText w:val="%6."/>
      <w:lvlJc w:val="right"/>
      <w:pPr>
        <w:ind w:left="4320" w:hanging="180"/>
      </w:pPr>
    </w:lvl>
    <w:lvl w:ilvl="6" w:tplc="C7D24976">
      <w:start w:val="1"/>
      <w:numFmt w:val="decimal"/>
      <w:lvlText w:val="%7."/>
      <w:lvlJc w:val="left"/>
      <w:pPr>
        <w:ind w:left="5040" w:hanging="360"/>
      </w:pPr>
    </w:lvl>
    <w:lvl w:ilvl="7" w:tplc="C31C82E6">
      <w:start w:val="1"/>
      <w:numFmt w:val="lowerLetter"/>
      <w:lvlText w:val="%8."/>
      <w:lvlJc w:val="left"/>
      <w:pPr>
        <w:ind w:left="5760" w:hanging="360"/>
      </w:pPr>
    </w:lvl>
    <w:lvl w:ilvl="8" w:tplc="3CCE3F7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985953"/>
    <w:multiLevelType w:val="hybridMultilevel"/>
    <w:tmpl w:val="FFFFFFFF"/>
    <w:lvl w:ilvl="0" w:tplc="12521C1A">
      <w:start w:val="1"/>
      <w:numFmt w:val="decimal"/>
      <w:lvlText w:val="%1."/>
      <w:lvlJc w:val="left"/>
      <w:pPr>
        <w:ind w:left="720" w:hanging="360"/>
      </w:pPr>
    </w:lvl>
    <w:lvl w:ilvl="1" w:tplc="5C0CC358">
      <w:start w:val="1"/>
      <w:numFmt w:val="lowerLetter"/>
      <w:lvlText w:val="%2."/>
      <w:lvlJc w:val="left"/>
      <w:pPr>
        <w:ind w:left="1440" w:hanging="360"/>
      </w:pPr>
    </w:lvl>
    <w:lvl w:ilvl="2" w:tplc="B540D8C6">
      <w:start w:val="1"/>
      <w:numFmt w:val="lowerRoman"/>
      <w:lvlText w:val="%3."/>
      <w:lvlJc w:val="right"/>
      <w:pPr>
        <w:ind w:left="2160" w:hanging="180"/>
      </w:pPr>
    </w:lvl>
    <w:lvl w:ilvl="3" w:tplc="D30E80F4">
      <w:start w:val="1"/>
      <w:numFmt w:val="decimal"/>
      <w:lvlText w:val="%4."/>
      <w:lvlJc w:val="left"/>
      <w:pPr>
        <w:ind w:left="2880" w:hanging="360"/>
      </w:pPr>
    </w:lvl>
    <w:lvl w:ilvl="4" w:tplc="B7B8B29A">
      <w:start w:val="1"/>
      <w:numFmt w:val="lowerLetter"/>
      <w:lvlText w:val="%5."/>
      <w:lvlJc w:val="left"/>
      <w:pPr>
        <w:ind w:left="3600" w:hanging="360"/>
      </w:pPr>
    </w:lvl>
    <w:lvl w:ilvl="5" w:tplc="711CC5F6">
      <w:start w:val="1"/>
      <w:numFmt w:val="lowerRoman"/>
      <w:lvlText w:val="%6."/>
      <w:lvlJc w:val="right"/>
      <w:pPr>
        <w:ind w:left="4320" w:hanging="180"/>
      </w:pPr>
    </w:lvl>
    <w:lvl w:ilvl="6" w:tplc="EC8C7F9E">
      <w:start w:val="1"/>
      <w:numFmt w:val="decimal"/>
      <w:lvlText w:val="%7."/>
      <w:lvlJc w:val="left"/>
      <w:pPr>
        <w:ind w:left="5040" w:hanging="360"/>
      </w:pPr>
    </w:lvl>
    <w:lvl w:ilvl="7" w:tplc="4C00F1FA">
      <w:start w:val="1"/>
      <w:numFmt w:val="lowerLetter"/>
      <w:lvlText w:val="%8."/>
      <w:lvlJc w:val="left"/>
      <w:pPr>
        <w:ind w:left="5760" w:hanging="360"/>
      </w:pPr>
    </w:lvl>
    <w:lvl w:ilvl="8" w:tplc="BBAC5F4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B2876"/>
    <w:multiLevelType w:val="hybridMultilevel"/>
    <w:tmpl w:val="FFFFFFFF"/>
    <w:lvl w:ilvl="0" w:tplc="D660AFDA">
      <w:start w:val="1"/>
      <w:numFmt w:val="decimal"/>
      <w:lvlText w:val="%1."/>
      <w:lvlJc w:val="left"/>
      <w:pPr>
        <w:ind w:left="720" w:hanging="360"/>
      </w:pPr>
    </w:lvl>
    <w:lvl w:ilvl="1" w:tplc="D616C59E">
      <w:start w:val="1"/>
      <w:numFmt w:val="lowerLetter"/>
      <w:lvlText w:val="%2."/>
      <w:lvlJc w:val="left"/>
      <w:pPr>
        <w:ind w:left="1440" w:hanging="360"/>
      </w:pPr>
    </w:lvl>
    <w:lvl w:ilvl="2" w:tplc="C706BF26">
      <w:start w:val="1"/>
      <w:numFmt w:val="lowerRoman"/>
      <w:lvlText w:val="%3."/>
      <w:lvlJc w:val="right"/>
      <w:pPr>
        <w:ind w:left="2160" w:hanging="180"/>
      </w:pPr>
    </w:lvl>
    <w:lvl w:ilvl="3" w:tplc="B9F692E6">
      <w:start w:val="1"/>
      <w:numFmt w:val="decimal"/>
      <w:lvlText w:val="%4."/>
      <w:lvlJc w:val="left"/>
      <w:pPr>
        <w:ind w:left="2880" w:hanging="360"/>
      </w:pPr>
    </w:lvl>
    <w:lvl w:ilvl="4" w:tplc="1108DC92">
      <w:start w:val="1"/>
      <w:numFmt w:val="lowerLetter"/>
      <w:lvlText w:val="%5."/>
      <w:lvlJc w:val="left"/>
      <w:pPr>
        <w:ind w:left="3600" w:hanging="360"/>
      </w:pPr>
    </w:lvl>
    <w:lvl w:ilvl="5" w:tplc="80E0A50A">
      <w:start w:val="1"/>
      <w:numFmt w:val="lowerRoman"/>
      <w:lvlText w:val="%6."/>
      <w:lvlJc w:val="right"/>
      <w:pPr>
        <w:ind w:left="4320" w:hanging="180"/>
      </w:pPr>
    </w:lvl>
    <w:lvl w:ilvl="6" w:tplc="FA540ECE">
      <w:start w:val="1"/>
      <w:numFmt w:val="decimal"/>
      <w:lvlText w:val="%7."/>
      <w:lvlJc w:val="left"/>
      <w:pPr>
        <w:ind w:left="5040" w:hanging="360"/>
      </w:pPr>
    </w:lvl>
    <w:lvl w:ilvl="7" w:tplc="6966EA5E">
      <w:start w:val="1"/>
      <w:numFmt w:val="lowerLetter"/>
      <w:lvlText w:val="%8."/>
      <w:lvlJc w:val="left"/>
      <w:pPr>
        <w:ind w:left="5760" w:hanging="360"/>
      </w:pPr>
    </w:lvl>
    <w:lvl w:ilvl="8" w:tplc="AA5E662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843DAE"/>
    <w:multiLevelType w:val="hybridMultilevel"/>
    <w:tmpl w:val="E6306E1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BB87D1D"/>
    <w:multiLevelType w:val="hybridMultilevel"/>
    <w:tmpl w:val="FFFFFFFF"/>
    <w:lvl w:ilvl="0" w:tplc="4CE8F0A0">
      <w:start w:val="1"/>
      <w:numFmt w:val="decimal"/>
      <w:lvlText w:val="%1."/>
      <w:lvlJc w:val="left"/>
      <w:pPr>
        <w:ind w:left="720" w:hanging="360"/>
      </w:pPr>
    </w:lvl>
    <w:lvl w:ilvl="1" w:tplc="F0EE7ADE">
      <w:start w:val="1"/>
      <w:numFmt w:val="lowerLetter"/>
      <w:lvlText w:val="%2."/>
      <w:lvlJc w:val="left"/>
      <w:pPr>
        <w:ind w:left="1440" w:hanging="360"/>
      </w:pPr>
    </w:lvl>
    <w:lvl w:ilvl="2" w:tplc="1688D592">
      <w:start w:val="1"/>
      <w:numFmt w:val="lowerRoman"/>
      <w:lvlText w:val="%3."/>
      <w:lvlJc w:val="right"/>
      <w:pPr>
        <w:ind w:left="2160" w:hanging="180"/>
      </w:pPr>
    </w:lvl>
    <w:lvl w:ilvl="3" w:tplc="BB0683D8">
      <w:start w:val="1"/>
      <w:numFmt w:val="decimal"/>
      <w:lvlText w:val="%4."/>
      <w:lvlJc w:val="left"/>
      <w:pPr>
        <w:ind w:left="2880" w:hanging="360"/>
      </w:pPr>
    </w:lvl>
    <w:lvl w:ilvl="4" w:tplc="975C1DE8">
      <w:start w:val="1"/>
      <w:numFmt w:val="lowerLetter"/>
      <w:lvlText w:val="%5."/>
      <w:lvlJc w:val="left"/>
      <w:pPr>
        <w:ind w:left="3600" w:hanging="360"/>
      </w:pPr>
    </w:lvl>
    <w:lvl w:ilvl="5" w:tplc="A330F9A6">
      <w:start w:val="1"/>
      <w:numFmt w:val="lowerRoman"/>
      <w:lvlText w:val="%6."/>
      <w:lvlJc w:val="right"/>
      <w:pPr>
        <w:ind w:left="4320" w:hanging="180"/>
      </w:pPr>
    </w:lvl>
    <w:lvl w:ilvl="6" w:tplc="0ADACB4A">
      <w:start w:val="1"/>
      <w:numFmt w:val="decimal"/>
      <w:lvlText w:val="%7."/>
      <w:lvlJc w:val="left"/>
      <w:pPr>
        <w:ind w:left="5040" w:hanging="360"/>
      </w:pPr>
    </w:lvl>
    <w:lvl w:ilvl="7" w:tplc="688E9124">
      <w:start w:val="1"/>
      <w:numFmt w:val="lowerLetter"/>
      <w:lvlText w:val="%8."/>
      <w:lvlJc w:val="left"/>
      <w:pPr>
        <w:ind w:left="5760" w:hanging="360"/>
      </w:pPr>
    </w:lvl>
    <w:lvl w:ilvl="8" w:tplc="7F90369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EE43DC"/>
    <w:multiLevelType w:val="hybridMultilevel"/>
    <w:tmpl w:val="59B264FA"/>
    <w:lvl w:ilvl="0" w:tplc="042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7C693D"/>
    <w:multiLevelType w:val="hybridMultilevel"/>
    <w:tmpl w:val="FFFFFFFF"/>
    <w:lvl w:ilvl="0" w:tplc="2F8A14D8">
      <w:start w:val="1"/>
      <w:numFmt w:val="decimal"/>
      <w:lvlText w:val="%1."/>
      <w:lvlJc w:val="left"/>
      <w:pPr>
        <w:ind w:left="720" w:hanging="360"/>
      </w:pPr>
    </w:lvl>
    <w:lvl w:ilvl="1" w:tplc="0194FDB4">
      <w:start w:val="1"/>
      <w:numFmt w:val="lowerLetter"/>
      <w:lvlText w:val="%2."/>
      <w:lvlJc w:val="left"/>
      <w:pPr>
        <w:ind w:left="1440" w:hanging="360"/>
      </w:pPr>
    </w:lvl>
    <w:lvl w:ilvl="2" w:tplc="77FEA8CE">
      <w:start w:val="1"/>
      <w:numFmt w:val="lowerRoman"/>
      <w:lvlText w:val="%3."/>
      <w:lvlJc w:val="right"/>
      <w:pPr>
        <w:ind w:left="2160" w:hanging="180"/>
      </w:pPr>
    </w:lvl>
    <w:lvl w:ilvl="3" w:tplc="52FAC760">
      <w:start w:val="1"/>
      <w:numFmt w:val="decimal"/>
      <w:lvlText w:val="%4."/>
      <w:lvlJc w:val="left"/>
      <w:pPr>
        <w:ind w:left="2880" w:hanging="360"/>
      </w:pPr>
    </w:lvl>
    <w:lvl w:ilvl="4" w:tplc="549EC9A0">
      <w:start w:val="1"/>
      <w:numFmt w:val="lowerLetter"/>
      <w:lvlText w:val="%5."/>
      <w:lvlJc w:val="left"/>
      <w:pPr>
        <w:ind w:left="3600" w:hanging="360"/>
      </w:pPr>
    </w:lvl>
    <w:lvl w:ilvl="5" w:tplc="8BE8E5AE">
      <w:start w:val="1"/>
      <w:numFmt w:val="lowerRoman"/>
      <w:lvlText w:val="%6."/>
      <w:lvlJc w:val="right"/>
      <w:pPr>
        <w:ind w:left="4320" w:hanging="180"/>
      </w:pPr>
    </w:lvl>
    <w:lvl w:ilvl="6" w:tplc="D146E64C">
      <w:start w:val="1"/>
      <w:numFmt w:val="decimal"/>
      <w:lvlText w:val="%7."/>
      <w:lvlJc w:val="left"/>
      <w:pPr>
        <w:ind w:left="5040" w:hanging="360"/>
      </w:pPr>
    </w:lvl>
    <w:lvl w:ilvl="7" w:tplc="A39C28DE">
      <w:start w:val="1"/>
      <w:numFmt w:val="lowerLetter"/>
      <w:lvlText w:val="%8."/>
      <w:lvlJc w:val="left"/>
      <w:pPr>
        <w:ind w:left="5760" w:hanging="360"/>
      </w:pPr>
    </w:lvl>
    <w:lvl w:ilvl="8" w:tplc="5966FEF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DE5C25"/>
    <w:multiLevelType w:val="hybridMultilevel"/>
    <w:tmpl w:val="FFFFFFFF"/>
    <w:lvl w:ilvl="0" w:tplc="95C6774C">
      <w:start w:val="1"/>
      <w:numFmt w:val="decimal"/>
      <w:lvlText w:val="%1."/>
      <w:lvlJc w:val="left"/>
      <w:pPr>
        <w:ind w:left="720" w:hanging="360"/>
      </w:pPr>
    </w:lvl>
    <w:lvl w:ilvl="1" w:tplc="FF202C9E">
      <w:start w:val="1"/>
      <w:numFmt w:val="lowerLetter"/>
      <w:lvlText w:val="%2."/>
      <w:lvlJc w:val="left"/>
      <w:pPr>
        <w:ind w:left="1440" w:hanging="360"/>
      </w:pPr>
    </w:lvl>
    <w:lvl w:ilvl="2" w:tplc="0FA0D868">
      <w:start w:val="1"/>
      <w:numFmt w:val="lowerRoman"/>
      <w:lvlText w:val="%3."/>
      <w:lvlJc w:val="right"/>
      <w:pPr>
        <w:ind w:left="2160" w:hanging="180"/>
      </w:pPr>
    </w:lvl>
    <w:lvl w:ilvl="3" w:tplc="A67C72E0">
      <w:start w:val="1"/>
      <w:numFmt w:val="decimal"/>
      <w:lvlText w:val="%4."/>
      <w:lvlJc w:val="left"/>
      <w:pPr>
        <w:ind w:left="2880" w:hanging="360"/>
      </w:pPr>
    </w:lvl>
    <w:lvl w:ilvl="4" w:tplc="5C44138E">
      <w:start w:val="1"/>
      <w:numFmt w:val="lowerLetter"/>
      <w:lvlText w:val="%5."/>
      <w:lvlJc w:val="left"/>
      <w:pPr>
        <w:ind w:left="3600" w:hanging="360"/>
      </w:pPr>
    </w:lvl>
    <w:lvl w:ilvl="5" w:tplc="9E98C40E">
      <w:start w:val="1"/>
      <w:numFmt w:val="lowerRoman"/>
      <w:lvlText w:val="%6."/>
      <w:lvlJc w:val="right"/>
      <w:pPr>
        <w:ind w:left="4320" w:hanging="180"/>
      </w:pPr>
    </w:lvl>
    <w:lvl w:ilvl="6" w:tplc="CEB47020">
      <w:start w:val="1"/>
      <w:numFmt w:val="decimal"/>
      <w:lvlText w:val="%7."/>
      <w:lvlJc w:val="left"/>
      <w:pPr>
        <w:ind w:left="5040" w:hanging="360"/>
      </w:pPr>
    </w:lvl>
    <w:lvl w:ilvl="7" w:tplc="0786DB5A">
      <w:start w:val="1"/>
      <w:numFmt w:val="lowerLetter"/>
      <w:lvlText w:val="%8."/>
      <w:lvlJc w:val="left"/>
      <w:pPr>
        <w:ind w:left="5760" w:hanging="360"/>
      </w:pPr>
    </w:lvl>
    <w:lvl w:ilvl="8" w:tplc="C6A8B036">
      <w:start w:val="1"/>
      <w:numFmt w:val="lowerRoman"/>
      <w:lvlText w:val="%9."/>
      <w:lvlJc w:val="right"/>
      <w:pPr>
        <w:ind w:left="6480" w:hanging="180"/>
      </w:pPr>
    </w:lvl>
  </w:abstractNum>
  <w:num w:numId="1" w16cid:durableId="718550055">
    <w:abstractNumId w:val="12"/>
  </w:num>
  <w:num w:numId="2" w16cid:durableId="2116048768">
    <w:abstractNumId w:val="16"/>
  </w:num>
  <w:num w:numId="3" w16cid:durableId="2007511822">
    <w:abstractNumId w:val="4"/>
  </w:num>
  <w:num w:numId="4" w16cid:durableId="2000501468">
    <w:abstractNumId w:val="5"/>
  </w:num>
  <w:num w:numId="5" w16cid:durableId="666128068">
    <w:abstractNumId w:val="3"/>
  </w:num>
  <w:num w:numId="6" w16cid:durableId="658119040">
    <w:abstractNumId w:val="17"/>
  </w:num>
  <w:num w:numId="7" w16cid:durableId="1264605373">
    <w:abstractNumId w:val="9"/>
  </w:num>
  <w:num w:numId="8" w16cid:durableId="1083066498">
    <w:abstractNumId w:val="11"/>
  </w:num>
  <w:num w:numId="9" w16cid:durableId="1608081609">
    <w:abstractNumId w:val="14"/>
  </w:num>
  <w:num w:numId="10" w16cid:durableId="47582053">
    <w:abstractNumId w:val="10"/>
  </w:num>
  <w:num w:numId="11" w16cid:durableId="2105999859">
    <w:abstractNumId w:val="2"/>
  </w:num>
  <w:num w:numId="12" w16cid:durableId="1103301221">
    <w:abstractNumId w:val="7"/>
  </w:num>
  <w:num w:numId="13" w16cid:durableId="246185951">
    <w:abstractNumId w:val="0"/>
  </w:num>
  <w:num w:numId="14" w16cid:durableId="1798836706">
    <w:abstractNumId w:val="15"/>
  </w:num>
  <w:num w:numId="15" w16cid:durableId="8939304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599101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80339753">
    <w:abstractNumId w:val="6"/>
  </w:num>
  <w:num w:numId="18" w16cid:durableId="1059858986">
    <w:abstractNumId w:val="8"/>
  </w:num>
  <w:num w:numId="19" w16cid:durableId="7635028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B7F"/>
    <w:rsid w:val="000012F9"/>
    <w:rsid w:val="00002D3D"/>
    <w:rsid w:val="000038B8"/>
    <w:rsid w:val="0001727A"/>
    <w:rsid w:val="00022FD5"/>
    <w:rsid w:val="00023CF8"/>
    <w:rsid w:val="0003708A"/>
    <w:rsid w:val="000432C1"/>
    <w:rsid w:val="00047C3F"/>
    <w:rsid w:val="000559F5"/>
    <w:rsid w:val="00076FF1"/>
    <w:rsid w:val="000800D9"/>
    <w:rsid w:val="0008221A"/>
    <w:rsid w:val="000844FF"/>
    <w:rsid w:val="0008500D"/>
    <w:rsid w:val="00086F30"/>
    <w:rsid w:val="00087906"/>
    <w:rsid w:val="000A0788"/>
    <w:rsid w:val="000A1352"/>
    <w:rsid w:val="000B086B"/>
    <w:rsid w:val="000C34D1"/>
    <w:rsid w:val="00104954"/>
    <w:rsid w:val="001106E9"/>
    <w:rsid w:val="00115BC8"/>
    <w:rsid w:val="001237C8"/>
    <w:rsid w:val="00123BCA"/>
    <w:rsid w:val="001339BA"/>
    <w:rsid w:val="0014536C"/>
    <w:rsid w:val="00165959"/>
    <w:rsid w:val="00173CCC"/>
    <w:rsid w:val="001759FB"/>
    <w:rsid w:val="00180E8B"/>
    <w:rsid w:val="00190C55"/>
    <w:rsid w:val="001932A8"/>
    <w:rsid w:val="001972C9"/>
    <w:rsid w:val="001A1FE1"/>
    <w:rsid w:val="001A472D"/>
    <w:rsid w:val="001C24DA"/>
    <w:rsid w:val="001C3EEA"/>
    <w:rsid w:val="001D0CE5"/>
    <w:rsid w:val="001E3DB3"/>
    <w:rsid w:val="001F02D4"/>
    <w:rsid w:val="00204212"/>
    <w:rsid w:val="00207AC8"/>
    <w:rsid w:val="00207F1D"/>
    <w:rsid w:val="00212394"/>
    <w:rsid w:val="00215381"/>
    <w:rsid w:val="0021699D"/>
    <w:rsid w:val="00217734"/>
    <w:rsid w:val="0022188E"/>
    <w:rsid w:val="00227B0D"/>
    <w:rsid w:val="00264C25"/>
    <w:rsid w:val="0027509C"/>
    <w:rsid w:val="00276183"/>
    <w:rsid w:val="00286756"/>
    <w:rsid w:val="00287C14"/>
    <w:rsid w:val="002A1257"/>
    <w:rsid w:val="002B0EE6"/>
    <w:rsid w:val="002B550A"/>
    <w:rsid w:val="002B6FB3"/>
    <w:rsid w:val="002E5B7A"/>
    <w:rsid w:val="003131A1"/>
    <w:rsid w:val="00323E09"/>
    <w:rsid w:val="003379E8"/>
    <w:rsid w:val="0034389C"/>
    <w:rsid w:val="00346977"/>
    <w:rsid w:val="00347CED"/>
    <w:rsid w:val="00351649"/>
    <w:rsid w:val="0037000A"/>
    <w:rsid w:val="0037797C"/>
    <w:rsid w:val="00377C3A"/>
    <w:rsid w:val="0038251F"/>
    <w:rsid w:val="00383128"/>
    <w:rsid w:val="00383940"/>
    <w:rsid w:val="003843F7"/>
    <w:rsid w:val="00386343"/>
    <w:rsid w:val="00387D73"/>
    <w:rsid w:val="003950BA"/>
    <w:rsid w:val="003957BB"/>
    <w:rsid w:val="00396F15"/>
    <w:rsid w:val="003A393E"/>
    <w:rsid w:val="003A4AD1"/>
    <w:rsid w:val="003C0756"/>
    <w:rsid w:val="003C5827"/>
    <w:rsid w:val="003D2C1D"/>
    <w:rsid w:val="003E602B"/>
    <w:rsid w:val="003F54C0"/>
    <w:rsid w:val="0040155B"/>
    <w:rsid w:val="00432650"/>
    <w:rsid w:val="00447533"/>
    <w:rsid w:val="0048275B"/>
    <w:rsid w:val="0048513A"/>
    <w:rsid w:val="00486C2D"/>
    <w:rsid w:val="00495CE4"/>
    <w:rsid w:val="004B3A7A"/>
    <w:rsid w:val="004C09DC"/>
    <w:rsid w:val="004D303E"/>
    <w:rsid w:val="004D5E32"/>
    <w:rsid w:val="004F65C0"/>
    <w:rsid w:val="00502CD3"/>
    <w:rsid w:val="00504393"/>
    <w:rsid w:val="0054096C"/>
    <w:rsid w:val="00544965"/>
    <w:rsid w:val="00557CE6"/>
    <w:rsid w:val="00563120"/>
    <w:rsid w:val="005636C3"/>
    <w:rsid w:val="00577013"/>
    <w:rsid w:val="00586F7D"/>
    <w:rsid w:val="00593BD3"/>
    <w:rsid w:val="00594485"/>
    <w:rsid w:val="005A7299"/>
    <w:rsid w:val="005B4230"/>
    <w:rsid w:val="005C04C8"/>
    <w:rsid w:val="005D4E47"/>
    <w:rsid w:val="005E1D84"/>
    <w:rsid w:val="005E5AFF"/>
    <w:rsid w:val="005F3AAF"/>
    <w:rsid w:val="005F4881"/>
    <w:rsid w:val="005F4DEA"/>
    <w:rsid w:val="005F55BB"/>
    <w:rsid w:val="00610895"/>
    <w:rsid w:val="006200B0"/>
    <w:rsid w:val="0062094A"/>
    <w:rsid w:val="00627992"/>
    <w:rsid w:val="00633644"/>
    <w:rsid w:val="00636D13"/>
    <w:rsid w:val="00671BB8"/>
    <w:rsid w:val="00693D7B"/>
    <w:rsid w:val="006A0CCC"/>
    <w:rsid w:val="006B3D74"/>
    <w:rsid w:val="006B71FF"/>
    <w:rsid w:val="006C6307"/>
    <w:rsid w:val="006C6B9F"/>
    <w:rsid w:val="006C79A3"/>
    <w:rsid w:val="006D58D1"/>
    <w:rsid w:val="006F0AB0"/>
    <w:rsid w:val="00705BE4"/>
    <w:rsid w:val="0071360C"/>
    <w:rsid w:val="00713BFF"/>
    <w:rsid w:val="0073625D"/>
    <w:rsid w:val="00740421"/>
    <w:rsid w:val="00750182"/>
    <w:rsid w:val="0075295A"/>
    <w:rsid w:val="00760733"/>
    <w:rsid w:val="007645D4"/>
    <w:rsid w:val="00770F5A"/>
    <w:rsid w:val="00782F9D"/>
    <w:rsid w:val="00793C61"/>
    <w:rsid w:val="00794248"/>
    <w:rsid w:val="00796BB1"/>
    <w:rsid w:val="007A0851"/>
    <w:rsid w:val="007A2657"/>
    <w:rsid w:val="007C71BB"/>
    <w:rsid w:val="007D6EC8"/>
    <w:rsid w:val="007E1107"/>
    <w:rsid w:val="007E5F10"/>
    <w:rsid w:val="00805D65"/>
    <w:rsid w:val="00806E15"/>
    <w:rsid w:val="00814FC7"/>
    <w:rsid w:val="00815C50"/>
    <w:rsid w:val="0082078A"/>
    <w:rsid w:val="00824ACB"/>
    <w:rsid w:val="00826E26"/>
    <w:rsid w:val="00827771"/>
    <w:rsid w:val="00830D73"/>
    <w:rsid w:val="00831498"/>
    <w:rsid w:val="0084267B"/>
    <w:rsid w:val="00850223"/>
    <w:rsid w:val="008519E9"/>
    <w:rsid w:val="008532D4"/>
    <w:rsid w:val="0086012C"/>
    <w:rsid w:val="0087590D"/>
    <w:rsid w:val="00895C22"/>
    <w:rsid w:val="008A3DE5"/>
    <w:rsid w:val="008A46EF"/>
    <w:rsid w:val="008A4D60"/>
    <w:rsid w:val="008A672A"/>
    <w:rsid w:val="008B456D"/>
    <w:rsid w:val="008E280B"/>
    <w:rsid w:val="008E7987"/>
    <w:rsid w:val="009128BF"/>
    <w:rsid w:val="00914E50"/>
    <w:rsid w:val="009212FC"/>
    <w:rsid w:val="009417C0"/>
    <w:rsid w:val="00941CF9"/>
    <w:rsid w:val="00955089"/>
    <w:rsid w:val="00960404"/>
    <w:rsid w:val="00973217"/>
    <w:rsid w:val="00991E22"/>
    <w:rsid w:val="009A56DE"/>
    <w:rsid w:val="009B660E"/>
    <w:rsid w:val="009C56D2"/>
    <w:rsid w:val="009C6C0F"/>
    <w:rsid w:val="009D257F"/>
    <w:rsid w:val="009E0C61"/>
    <w:rsid w:val="009E2EDB"/>
    <w:rsid w:val="009E3334"/>
    <w:rsid w:val="009E3594"/>
    <w:rsid w:val="009E6CC9"/>
    <w:rsid w:val="009E793C"/>
    <w:rsid w:val="009F47A6"/>
    <w:rsid w:val="009F5AEC"/>
    <w:rsid w:val="009F7BC9"/>
    <w:rsid w:val="00A02F5A"/>
    <w:rsid w:val="00A05603"/>
    <w:rsid w:val="00A31526"/>
    <w:rsid w:val="00A42EAE"/>
    <w:rsid w:val="00A50DBD"/>
    <w:rsid w:val="00A52856"/>
    <w:rsid w:val="00A559CB"/>
    <w:rsid w:val="00A56A76"/>
    <w:rsid w:val="00A67385"/>
    <w:rsid w:val="00A70C6C"/>
    <w:rsid w:val="00A75A80"/>
    <w:rsid w:val="00AB3852"/>
    <w:rsid w:val="00AB7581"/>
    <w:rsid w:val="00AC34D8"/>
    <w:rsid w:val="00AF4371"/>
    <w:rsid w:val="00AF52CF"/>
    <w:rsid w:val="00AF7B2F"/>
    <w:rsid w:val="00B017ED"/>
    <w:rsid w:val="00B01D4C"/>
    <w:rsid w:val="00B01E6A"/>
    <w:rsid w:val="00B0399A"/>
    <w:rsid w:val="00B10E94"/>
    <w:rsid w:val="00B116B5"/>
    <w:rsid w:val="00B25ED3"/>
    <w:rsid w:val="00B30FDC"/>
    <w:rsid w:val="00B414C5"/>
    <w:rsid w:val="00B44662"/>
    <w:rsid w:val="00B44AE4"/>
    <w:rsid w:val="00B4799D"/>
    <w:rsid w:val="00B54CD6"/>
    <w:rsid w:val="00B628BC"/>
    <w:rsid w:val="00B7202E"/>
    <w:rsid w:val="00B72B7F"/>
    <w:rsid w:val="00B81E3E"/>
    <w:rsid w:val="00B92A33"/>
    <w:rsid w:val="00BA358D"/>
    <w:rsid w:val="00BC7093"/>
    <w:rsid w:val="00BC787D"/>
    <w:rsid w:val="00BE566F"/>
    <w:rsid w:val="00BF0722"/>
    <w:rsid w:val="00BF2F4E"/>
    <w:rsid w:val="00C011F9"/>
    <w:rsid w:val="00C11636"/>
    <w:rsid w:val="00C15B72"/>
    <w:rsid w:val="00C22E9D"/>
    <w:rsid w:val="00C35DD2"/>
    <w:rsid w:val="00C46275"/>
    <w:rsid w:val="00C55A4F"/>
    <w:rsid w:val="00C674D2"/>
    <w:rsid w:val="00C86F24"/>
    <w:rsid w:val="00C91CBC"/>
    <w:rsid w:val="00CB74D4"/>
    <w:rsid w:val="00CC4710"/>
    <w:rsid w:val="00CC47C5"/>
    <w:rsid w:val="00CC679C"/>
    <w:rsid w:val="00CE0741"/>
    <w:rsid w:val="00CE0900"/>
    <w:rsid w:val="00CE33D7"/>
    <w:rsid w:val="00CF0CB7"/>
    <w:rsid w:val="00CF1874"/>
    <w:rsid w:val="00D046D0"/>
    <w:rsid w:val="00D33E2D"/>
    <w:rsid w:val="00D41384"/>
    <w:rsid w:val="00D42223"/>
    <w:rsid w:val="00D43A6D"/>
    <w:rsid w:val="00D70497"/>
    <w:rsid w:val="00D7668A"/>
    <w:rsid w:val="00D8241E"/>
    <w:rsid w:val="00D93EB5"/>
    <w:rsid w:val="00DA08DC"/>
    <w:rsid w:val="00DA7F0B"/>
    <w:rsid w:val="00DB7523"/>
    <w:rsid w:val="00DD28D4"/>
    <w:rsid w:val="00DD4059"/>
    <w:rsid w:val="00DE643E"/>
    <w:rsid w:val="00DF4AC6"/>
    <w:rsid w:val="00DF7AA9"/>
    <w:rsid w:val="00E01B1F"/>
    <w:rsid w:val="00E22DFE"/>
    <w:rsid w:val="00E246D5"/>
    <w:rsid w:val="00E57EAE"/>
    <w:rsid w:val="00E63E8E"/>
    <w:rsid w:val="00E67E77"/>
    <w:rsid w:val="00E721A2"/>
    <w:rsid w:val="00E7538C"/>
    <w:rsid w:val="00E943B5"/>
    <w:rsid w:val="00EA023C"/>
    <w:rsid w:val="00EA034F"/>
    <w:rsid w:val="00EA533C"/>
    <w:rsid w:val="00EC48C5"/>
    <w:rsid w:val="00EC5E69"/>
    <w:rsid w:val="00ED76D1"/>
    <w:rsid w:val="00EE471D"/>
    <w:rsid w:val="00F016B8"/>
    <w:rsid w:val="00F11EF7"/>
    <w:rsid w:val="00F134FD"/>
    <w:rsid w:val="00F26436"/>
    <w:rsid w:val="00F426FE"/>
    <w:rsid w:val="00F45CB0"/>
    <w:rsid w:val="00F60092"/>
    <w:rsid w:val="00F74C9B"/>
    <w:rsid w:val="00F750BF"/>
    <w:rsid w:val="00F77761"/>
    <w:rsid w:val="00F84131"/>
    <w:rsid w:val="00F84962"/>
    <w:rsid w:val="00F94B4D"/>
    <w:rsid w:val="00FA00B7"/>
    <w:rsid w:val="00FA2F74"/>
    <w:rsid w:val="00FA384F"/>
    <w:rsid w:val="00FB35F6"/>
    <w:rsid w:val="00FC0A50"/>
    <w:rsid w:val="00FD4866"/>
    <w:rsid w:val="00FD4A27"/>
    <w:rsid w:val="00FE2A17"/>
    <w:rsid w:val="00FE3672"/>
    <w:rsid w:val="00FF26DD"/>
    <w:rsid w:val="00FF3473"/>
    <w:rsid w:val="00FF414D"/>
    <w:rsid w:val="00FF43D4"/>
    <w:rsid w:val="018558BE"/>
    <w:rsid w:val="037D1D5C"/>
    <w:rsid w:val="0478FFAB"/>
    <w:rsid w:val="06B4BE1E"/>
    <w:rsid w:val="08B0E6DE"/>
    <w:rsid w:val="08F07C91"/>
    <w:rsid w:val="0C2353EA"/>
    <w:rsid w:val="0E0F6A73"/>
    <w:rsid w:val="13C60024"/>
    <w:rsid w:val="14322597"/>
    <w:rsid w:val="17599523"/>
    <w:rsid w:val="1812AB92"/>
    <w:rsid w:val="18427E41"/>
    <w:rsid w:val="18997147"/>
    <w:rsid w:val="1F662C86"/>
    <w:rsid w:val="1F7C10CA"/>
    <w:rsid w:val="1FBDD544"/>
    <w:rsid w:val="1FC9B6C0"/>
    <w:rsid w:val="214C5EC4"/>
    <w:rsid w:val="22383431"/>
    <w:rsid w:val="2483FF86"/>
    <w:rsid w:val="27DA8A21"/>
    <w:rsid w:val="2A9F3A53"/>
    <w:rsid w:val="2B0C9713"/>
    <w:rsid w:val="2C8F116B"/>
    <w:rsid w:val="30B9592F"/>
    <w:rsid w:val="3115A34F"/>
    <w:rsid w:val="320A5E26"/>
    <w:rsid w:val="33AFE5AE"/>
    <w:rsid w:val="33C14350"/>
    <w:rsid w:val="376494FE"/>
    <w:rsid w:val="3900655F"/>
    <w:rsid w:val="3A15700B"/>
    <w:rsid w:val="3A5DB9A4"/>
    <w:rsid w:val="3DB8A3BF"/>
    <w:rsid w:val="3E0B8934"/>
    <w:rsid w:val="3F1BA02C"/>
    <w:rsid w:val="4017827B"/>
    <w:rsid w:val="40A213FC"/>
    <w:rsid w:val="42EDBA3D"/>
    <w:rsid w:val="4479DD62"/>
    <w:rsid w:val="45E6D5ED"/>
    <w:rsid w:val="46E3B45B"/>
    <w:rsid w:val="46EC1BF4"/>
    <w:rsid w:val="4782A64E"/>
    <w:rsid w:val="48229460"/>
    <w:rsid w:val="491E76AF"/>
    <w:rsid w:val="498BA55D"/>
    <w:rsid w:val="4DAC4A4E"/>
    <w:rsid w:val="4EB0B0F9"/>
    <w:rsid w:val="4FC07731"/>
    <w:rsid w:val="50CD01D4"/>
    <w:rsid w:val="51A73536"/>
    <w:rsid w:val="53057C90"/>
    <w:rsid w:val="5493E854"/>
    <w:rsid w:val="55D11BA5"/>
    <w:rsid w:val="572B9B04"/>
    <w:rsid w:val="5C6B3555"/>
    <w:rsid w:val="5CF28896"/>
    <w:rsid w:val="5DAC5CDE"/>
    <w:rsid w:val="5E1FA127"/>
    <w:rsid w:val="5EB54409"/>
    <w:rsid w:val="5F1E9521"/>
    <w:rsid w:val="62BA3506"/>
    <w:rsid w:val="6574F3AD"/>
    <w:rsid w:val="6878B11E"/>
    <w:rsid w:val="6BC1293A"/>
    <w:rsid w:val="6C292928"/>
    <w:rsid w:val="6C6904D2"/>
    <w:rsid w:val="7205617A"/>
    <w:rsid w:val="72D84656"/>
    <w:rsid w:val="7300660D"/>
    <w:rsid w:val="75CC2D9D"/>
    <w:rsid w:val="75F542F3"/>
    <w:rsid w:val="788E716B"/>
    <w:rsid w:val="78AD2829"/>
    <w:rsid w:val="79AAD7B1"/>
    <w:rsid w:val="7A0FB529"/>
    <w:rsid w:val="7B2DBBA0"/>
    <w:rsid w:val="7D794C50"/>
    <w:rsid w:val="7EA9AC38"/>
    <w:rsid w:val="7F499A4A"/>
    <w:rsid w:val="7FD7F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3DE1BAB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2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022FD5"/>
    <w:rPr>
      <w:rFonts w:ascii="Tahoma" w:hAnsi="Tahoma" w:cs="Times New Roman"/>
      <w:sz w:val="16"/>
    </w:rPr>
  </w:style>
  <w:style w:type="character" w:styleId="CommentReference">
    <w:name w:val="annotation reference"/>
    <w:uiPriority w:val="99"/>
    <w:semiHidden/>
    <w:unhideWhenUsed/>
    <w:rsid w:val="000C34D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34D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0C34D1"/>
    <w:rPr>
      <w:rFonts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34D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0C34D1"/>
    <w:rPr>
      <w:rFonts w:cs="Times New Roman"/>
      <w:b/>
      <w:lang w:val="x-none" w:eastAsia="en-US"/>
    </w:rPr>
  </w:style>
  <w:style w:type="paragraph" w:styleId="Header">
    <w:name w:val="header"/>
    <w:basedOn w:val="Normal"/>
    <w:link w:val="HeaderChar"/>
    <w:uiPriority w:val="99"/>
    <w:unhideWhenUsed/>
    <w:rsid w:val="0022188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22188E"/>
    <w:rPr>
      <w:rFonts w:cs="Times New Roman"/>
      <w:sz w:val="22"/>
      <w:szCs w:val="22"/>
      <w:lang w:val="x-none" w:eastAsia="en-US"/>
    </w:rPr>
  </w:style>
  <w:style w:type="paragraph" w:styleId="Footer">
    <w:name w:val="footer"/>
    <w:basedOn w:val="Normal"/>
    <w:link w:val="FooterChar"/>
    <w:uiPriority w:val="99"/>
    <w:unhideWhenUsed/>
    <w:rsid w:val="0022188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22188E"/>
    <w:rPr>
      <w:rFonts w:cs="Times New Roman"/>
      <w:sz w:val="22"/>
      <w:szCs w:val="22"/>
      <w:lang w:val="x-none" w:eastAsia="en-US"/>
    </w:rPr>
  </w:style>
  <w:style w:type="paragraph" w:styleId="ListParagraph">
    <w:name w:val="List Paragraph"/>
    <w:basedOn w:val="Normal"/>
    <w:uiPriority w:val="34"/>
    <w:qFormat/>
    <w:rsid w:val="00740421"/>
    <w:pPr>
      <w:ind w:left="720"/>
      <w:contextualSpacing/>
    </w:pPr>
  </w:style>
  <w:style w:type="paragraph" w:styleId="NoSpacing">
    <w:name w:val="No Spacing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B628BC"/>
    <w:rPr>
      <w:color w:val="808080"/>
    </w:rPr>
  </w:style>
  <w:style w:type="character" w:styleId="Hyperlink">
    <w:name w:val="Hyperlink"/>
    <w:basedOn w:val="DefaultParagraphFont"/>
    <w:uiPriority w:val="99"/>
    <w:rsid w:val="00B628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628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2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ulin\Threod%20Systems%20O&#220;\5.0%20TST&amp;TRN%20-%205.11%20FLIGHT%20PERMITS%20&amp;%20NOTAM\NOTAM\AUG2021\week34_18.08-19.08\(110821)%20THREOD%20SYSTEMS%20MEHITAMATA%20&#213;HUS&#213;IDUKI%20LENNUTAMISE%20TAOTLU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7277FC1C78A44FDAC671C0F13AE6F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BD0F1D-C411-4242-B581-C34576F141F7}"/>
      </w:docPartPr>
      <w:docPartBody>
        <w:p w:rsidR="00320969" w:rsidRDefault="00320969">
          <w:pPr>
            <w:pStyle w:val="07277FC1C78A44FDAC671C0F13AE6FF8"/>
          </w:pPr>
          <w:r>
            <w:rPr>
              <w:rFonts w:ascii="Times New Roman" w:hAnsi="Times New Roman"/>
              <w:sz w:val="24"/>
              <w:szCs w:val="24"/>
            </w:rPr>
            <w:t>Vali kontaktandmed</w:t>
          </w:r>
        </w:p>
      </w:docPartBody>
    </w:docPart>
    <w:docPart>
      <w:docPartPr>
        <w:name w:val="0FD939C22A70496AB7CCAAED8FFE70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361971-D673-4268-86E5-DB99767F32B5}"/>
      </w:docPartPr>
      <w:docPartBody>
        <w:p w:rsidR="00320969" w:rsidRDefault="00320969">
          <w:pPr>
            <w:pStyle w:val="0FD939C22A70496AB7CCAAED8FFE7087"/>
          </w:pPr>
          <w:r w:rsidRPr="003B5C3C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969"/>
    <w:rsid w:val="00167E39"/>
    <w:rsid w:val="002E2AE0"/>
    <w:rsid w:val="00320969"/>
    <w:rsid w:val="004849A4"/>
    <w:rsid w:val="005448FE"/>
    <w:rsid w:val="006502F4"/>
    <w:rsid w:val="00664809"/>
    <w:rsid w:val="007437B2"/>
    <w:rsid w:val="007439FF"/>
    <w:rsid w:val="008B5E8D"/>
    <w:rsid w:val="00A24B75"/>
    <w:rsid w:val="00A27A0F"/>
    <w:rsid w:val="00AD1FD5"/>
    <w:rsid w:val="00BC6A58"/>
    <w:rsid w:val="00BC6FFE"/>
    <w:rsid w:val="00E46EE8"/>
    <w:rsid w:val="00EA0682"/>
    <w:rsid w:val="00F7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7277FC1C78A44FDAC671C0F13AE6FF8">
    <w:name w:val="07277FC1C78A44FDAC671C0F13AE6FF8"/>
  </w:style>
  <w:style w:type="character" w:styleId="PlaceholderText">
    <w:name w:val="Placeholder Text"/>
    <w:basedOn w:val="DefaultParagraphFont"/>
    <w:uiPriority w:val="99"/>
    <w:semiHidden/>
    <w:rsid w:val="00A24B75"/>
    <w:rPr>
      <w:color w:val="808080"/>
    </w:rPr>
  </w:style>
  <w:style w:type="paragraph" w:customStyle="1" w:styleId="0FD939C22A70496AB7CCAAED8FFE7087">
    <w:name w:val="0FD939C22A70496AB7CCAAED8FFE70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7DD1274E941C4BBE428C455319EC91" ma:contentTypeVersion="7" ma:contentTypeDescription="Create a new document." ma:contentTypeScope="" ma:versionID="71d5c1a06e7025c6b181befb538ed4e6">
  <xsd:schema xmlns:xsd="http://www.w3.org/2001/XMLSchema" xmlns:xs="http://www.w3.org/2001/XMLSchema" xmlns:p="http://schemas.microsoft.com/office/2006/metadata/properties" xmlns:ns2="a7c84f88-a3ab-470e-b271-cb24560b9a57" targetNamespace="http://schemas.microsoft.com/office/2006/metadata/properties" ma:root="true" ma:fieldsID="338e340c3767723351bb0a908ecbdfdc" ns2:_="">
    <xsd:import namespace="a7c84f88-a3ab-470e-b271-cb24560b9a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84f88-a3ab-470e-b271-cb24560b9a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638D06-8661-43DD-9805-86A105A736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48824C-083F-4420-AE15-239A669494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c84f88-a3ab-470e-b271-cb24560b9a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311A5B-4BBB-4839-9313-2380336632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C:\Users\Barulin\Threod Systems OÜ\5.0 TST&amp;TRN - 5.11 FLIGHT PERMITS &amp; NOTAM\NOTAM\AUG2021\week34_18.08-19.08\(110821) THREOD SYSTEMS MEHITAMATA ÕHUSÕIDUKI LENNUTAMISE TAOTLUS.dotx</Template>
  <TotalTime>0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2024-05-15T09:36:00Z</dcterms:created>
  <dcterms:modified xsi:type="dcterms:W3CDTF">2024-05-15T09:42:00Z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512">
    <vt:lpwstr>31</vt:lpwstr>
  </property>
  <property fmtid="{D5CDD505-2E9C-101B-9397-08002B2CF9AE}" pid="3" name="ContentTypeId">
    <vt:lpwstr>0x010100787DD1274E941C4BBE428C455319EC91</vt:lpwstr>
  </property>
</Properties>
</file>